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A243FC" w14:textId="77777777" w:rsidR="00672F55" w:rsidRDefault="00AF1D46" w:rsidP="00BF4785">
      <w:bookmarkStart w:id="0" w:name="_GoBack"/>
      <w:r>
        <w:rPr>
          <w:noProof/>
        </w:rPr>
        <w:drawing>
          <wp:anchor distT="0" distB="0" distL="114300" distR="114300" simplePos="0" relativeHeight="251685888" behindDoc="1" locked="0" layoutInCell="1" allowOverlap="1" wp14:anchorId="59EB9419" wp14:editId="21C41659">
            <wp:simplePos x="0" y="0"/>
            <wp:positionH relativeFrom="column">
              <wp:posOffset>-711642</wp:posOffset>
            </wp:positionH>
            <wp:positionV relativeFrom="paragraph">
              <wp:posOffset>-538462</wp:posOffset>
            </wp:positionV>
            <wp:extent cx="7738716" cy="1281356"/>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MG AC ANR header bar 2-04.pn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7738716" cy="1281356"/>
                    </a:xfrm>
                    <a:prstGeom prst="rect">
                      <a:avLst/>
                    </a:prstGeom>
                  </pic:spPr>
                </pic:pic>
              </a:graphicData>
            </a:graphic>
            <wp14:sizeRelH relativeFrom="margin">
              <wp14:pctWidth>0</wp14:pctWidth>
            </wp14:sizeRelH>
            <wp14:sizeRelV relativeFrom="margin">
              <wp14:pctHeight>0</wp14:pctHeight>
            </wp14:sizeRelV>
          </wp:anchor>
        </w:drawing>
      </w:r>
      <w:bookmarkEnd w:id="0"/>
    </w:p>
    <w:p w14:paraId="7516E10D" w14:textId="77777777" w:rsidR="00672F55" w:rsidRDefault="00672F55" w:rsidP="00BF4785"/>
    <w:p w14:paraId="09C4AD02" w14:textId="77777777" w:rsidR="00672F55" w:rsidRDefault="00672F55" w:rsidP="00BF4785"/>
    <w:p w14:paraId="592DCDD0" w14:textId="77777777" w:rsidR="00672F55" w:rsidRDefault="00672F55" w:rsidP="00F313CA">
      <w:pPr>
        <w:sectPr w:rsidR="00672F55" w:rsidSect="00AF1D46">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152" w:right="720" w:bottom="1008" w:left="1152" w:header="720" w:footer="432" w:gutter="0"/>
          <w:cols w:space="378"/>
          <w:titlePg/>
          <w:docGrid w:linePitch="360"/>
        </w:sectPr>
      </w:pPr>
    </w:p>
    <w:p w14:paraId="4D3D8538" w14:textId="77777777" w:rsidR="000C4468" w:rsidRPr="000C4468" w:rsidRDefault="000C4468" w:rsidP="0001222C">
      <w:pPr>
        <w:pStyle w:val="Heading1"/>
      </w:pPr>
    </w:p>
    <w:p w14:paraId="4C2C9B52" w14:textId="6751A860" w:rsidR="00B83179" w:rsidRPr="0001222C" w:rsidRDefault="00E05660" w:rsidP="0001222C">
      <w:pPr>
        <w:pStyle w:val="Heading1"/>
      </w:pPr>
      <w:r w:rsidRPr="0001222C">
        <w:t>H</w:t>
      </w:r>
      <w:r w:rsidR="00BF2234" w:rsidRPr="0001222C">
        <w:t>eading</w:t>
      </w:r>
      <w:r w:rsidR="000765DE">
        <w:t xml:space="preserve"> </w:t>
      </w:r>
      <w:r w:rsidRPr="0001222C">
        <w:t>1</w:t>
      </w:r>
      <w:r w:rsidR="000765DE">
        <w:t>:</w:t>
      </w:r>
      <w:r w:rsidRPr="0001222C">
        <w:t xml:space="preserve"> Title goes here and spans 2 columns</w:t>
      </w:r>
      <w:r w:rsidR="00B83179" w:rsidRPr="0001222C">
        <w:t>. Master Gardeners Word Template</w:t>
      </w:r>
      <w:r w:rsidR="000F0897" w:rsidRPr="0001222C">
        <w:t xml:space="preserve"> </w:t>
      </w:r>
    </w:p>
    <w:p w14:paraId="664F7ACB" w14:textId="77777777" w:rsidR="00672F55" w:rsidRPr="000765DE" w:rsidRDefault="00BF2234" w:rsidP="000765DE">
      <w:pPr>
        <w:pStyle w:val="H1sub"/>
        <w:sectPr w:rsidR="00672F55" w:rsidRPr="000765DE" w:rsidSect="00AF1D46">
          <w:type w:val="continuous"/>
          <w:pgSz w:w="12240" w:h="15840"/>
          <w:pgMar w:top="1152" w:right="864" w:bottom="1008" w:left="1152" w:header="720" w:footer="432" w:gutter="0"/>
          <w:cols w:space="378"/>
          <w:titlePg/>
          <w:docGrid w:linePitch="360"/>
        </w:sectPr>
      </w:pPr>
      <w:r w:rsidRPr="000765DE">
        <w:t>Style: H1 Subhead. Optional</w:t>
      </w:r>
      <w:r w:rsidR="00B83179" w:rsidRPr="000765DE">
        <w:t>. Read below for pointers on how to use this template</w:t>
      </w:r>
    </w:p>
    <w:p w14:paraId="1226AE11" w14:textId="25317ADF" w:rsidR="00C905B6" w:rsidRPr="0001222C" w:rsidRDefault="000765DE" w:rsidP="0001222C">
      <w:pPr>
        <w:pStyle w:val="Heading2"/>
      </w:pPr>
      <w:r>
        <w:t xml:space="preserve">Heading 2: </w:t>
      </w:r>
      <w:r w:rsidR="00C905B6" w:rsidRPr="0001222C">
        <w:t>Using Styl</w:t>
      </w:r>
      <w:r w:rsidR="00B83179" w:rsidRPr="0001222C">
        <w:t>es</w:t>
      </w:r>
      <w:r w:rsidR="00C905B6" w:rsidRPr="0001222C">
        <w:t xml:space="preserve"> in Word</w:t>
      </w:r>
    </w:p>
    <w:p w14:paraId="70F0805D" w14:textId="77777777" w:rsidR="00913F7C" w:rsidRDefault="00605F84" w:rsidP="00913F7C">
      <w:pPr>
        <w:pStyle w:val="P1"/>
      </w:pPr>
      <w:r>
        <mc:AlternateContent>
          <mc:Choice Requires="wps">
            <w:drawing>
              <wp:anchor distT="73025" distB="73025" distL="114300" distR="114300" simplePos="0" relativeHeight="251674624" behindDoc="0" locked="0" layoutInCell="1" allowOverlap="1" wp14:anchorId="5D91A6E6" wp14:editId="37BCADC8">
                <wp:simplePos x="0" y="0"/>
                <wp:positionH relativeFrom="column">
                  <wp:align>right</wp:align>
                </wp:positionH>
                <wp:positionV relativeFrom="paragraph">
                  <wp:posOffset>1442085</wp:posOffset>
                </wp:positionV>
                <wp:extent cx="3159760" cy="3333115"/>
                <wp:effectExtent l="0" t="0" r="21590" b="19685"/>
                <wp:wrapTopAndBottom/>
                <wp:docPr id="1" name="Text Box 1"/>
                <wp:cNvGraphicFramePr/>
                <a:graphic xmlns:a="http://schemas.openxmlformats.org/drawingml/2006/main">
                  <a:graphicData uri="http://schemas.microsoft.com/office/word/2010/wordprocessingShape">
                    <wps:wsp>
                      <wps:cNvSpPr txBox="1"/>
                      <wps:spPr>
                        <a:xfrm>
                          <a:off x="0" y="0"/>
                          <a:ext cx="3159760" cy="3333115"/>
                        </a:xfrm>
                        <a:prstGeom prst="rect">
                          <a:avLst/>
                        </a:prstGeom>
                        <a:noFill/>
                        <a:ln w="6350">
                          <a:solidFill>
                            <a:schemeClr val="accent3"/>
                          </a:solidFill>
                        </a:ln>
                      </wps:spPr>
                      <wps:txbx>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A6E6" id="_x0000_t202" coordsize="21600,21600" o:spt="202" path="m,l,21600r21600,l21600,xe">
                <v:stroke joinstyle="miter"/>
                <v:path gradientshapeok="t" o:connecttype="rect"/>
              </v:shapetype>
              <v:shape id="Text Box 1" o:spid="_x0000_s1026" type="#_x0000_t202" style="position:absolute;margin-left:197.6pt;margin-top:113.55pt;width:248.8pt;height:262.45pt;z-index:251674624;visibility:visible;mso-wrap-style:square;mso-width-percent:0;mso-height-percent:0;mso-wrap-distance-left:9pt;mso-wrap-distance-top:5.75pt;mso-wrap-distance-right:9pt;mso-wrap-distance-bottom:5.75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" filled="f" strokecolor="#f0af00 [3206]" strokeweight=".5pt">
                <v:textbox inset="10.8pt,10.8pt,10.8pt,10.8pt">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v:textbox>
                <w10:wrap type="topAndBottom"/>
              </v:shape>
            </w:pict>
          </mc:Fallback>
        </mc:AlternateContent>
      </w:r>
      <w:r w:rsidR="0074314C">
        <w:pict w14:anchorId="5C639E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The Clear All Formatting icon is highlighted on the Home tab" style="position:absolute;margin-left:66.45pt;margin-top:230pt;width:219.15pt;height:83.75pt;z-index:251676672;mso-wrap-edited:f;mso-width-percent:0;mso-height-percent:0;mso-wrap-distance-top:21.6pt;mso-wrap-distance-bottom:21.6pt;mso-position-horizontal-relative:page;mso-position-vertical-relative:text;mso-width-percent:0;mso-height-percent:0">
            <v:imagedata r:id="rId16" o:title="45a272d9-d934-4938-bbc0-8d69c6c36773"/>
            <w10:wrap type="topAndBottom" anchorx="page"/>
          </v:shape>
        </w:pict>
      </w:r>
      <w:r w:rsidR="00B23573" w:rsidRPr="00600463">
        <w:t>On the Home tab, click the Styles Dialog Box Launcher, and then click Options</w:t>
      </w:r>
      <w:r w:rsidR="00600463">
        <w:t xml:space="preserve"> (or use shortcut </w:t>
      </w:r>
      <w:r w:rsidR="00600463" w:rsidRPr="00600463">
        <w:rPr>
          <w:b/>
        </w:rPr>
        <w:t>Alt</w:t>
      </w:r>
      <w:r w:rsidR="00B83179">
        <w:rPr>
          <w:b/>
        </w:rPr>
        <w:t>+</w:t>
      </w:r>
      <w:r w:rsidR="00600463" w:rsidRPr="00600463">
        <w:rPr>
          <w:b/>
        </w:rPr>
        <w:t>Ctrl+Shift+S</w:t>
      </w:r>
      <w:r w:rsidR="00600463">
        <w:t>)</w:t>
      </w:r>
      <w:r w:rsidR="00B23573" w:rsidRPr="00600463">
        <w:t xml:space="preserve">. Under Select styles to show, click </w:t>
      </w:r>
      <w:r w:rsidR="00600463">
        <w:t>styles “In current document”</w:t>
      </w:r>
      <w:r w:rsidR="00B23573" w:rsidRPr="00600463">
        <w:t>. All styles are displayed in the Styles task pane.</w:t>
      </w:r>
      <w:r w:rsidR="00600463">
        <w:t>To style your document, select your text and click on the style</w:t>
      </w:r>
      <w:r w:rsidR="008252EC">
        <w:t xml:space="preserve"> you want to use. </w:t>
      </w:r>
    </w:p>
    <w:p w14:paraId="557966D8" w14:textId="77777777" w:rsidR="00BF4785" w:rsidRPr="008E3A65" w:rsidRDefault="007F5686" w:rsidP="0001222C">
      <w:pPr>
        <w:pStyle w:val="Heading2"/>
      </w:pPr>
      <w:r>
        <w:t xml:space="preserve">Style: </w:t>
      </w:r>
      <w:r w:rsidR="00A12AB6" w:rsidRPr="008E3A65">
        <w:t>H</w:t>
      </w:r>
      <w:r w:rsidR="00BF2234">
        <w:t xml:space="preserve">eading </w:t>
      </w:r>
      <w:r w:rsidR="00A12AB6" w:rsidRPr="008E3A65">
        <w:t>2</w:t>
      </w:r>
      <w:r>
        <w:t>. About P</w:t>
      </w:r>
      <w:r w:rsidR="00C451C1" w:rsidRPr="008E3A65">
        <w:t>aragraphs</w:t>
      </w:r>
    </w:p>
    <w:p w14:paraId="2D6B5E70" w14:textId="77777777" w:rsidR="00BF4785" w:rsidRPr="0086221A" w:rsidRDefault="00A12AB6" w:rsidP="00CF7608">
      <w:pPr>
        <w:pStyle w:val="P1"/>
      </w:pPr>
      <w:r w:rsidRPr="0086221A">
        <w:t xml:space="preserve">P1 style: </w:t>
      </w:r>
      <w:r w:rsidR="008E3A65">
        <w:t>Use t</w:t>
      </w:r>
      <w:r w:rsidRPr="0086221A">
        <w:t>his paragraph style paragraph of text after any headline style.</w:t>
      </w:r>
      <w:r w:rsidR="00133C56" w:rsidRPr="0086221A">
        <w:t>`</w:t>
      </w:r>
      <w:r w:rsidRPr="0086221A">
        <w:t xml:space="preserve"> </w:t>
      </w:r>
    </w:p>
    <w:p w14:paraId="0B12ACBB" w14:textId="77777777" w:rsidR="00A12AB6" w:rsidRPr="0086221A" w:rsidRDefault="00A12AB6" w:rsidP="00CF7608">
      <w:pPr>
        <w:pStyle w:val="P2"/>
      </w:pPr>
      <w:r w:rsidRPr="0086221A">
        <w:t>P2 style: Use this style for all paragraphs following P1 style until you reach another headline.</w:t>
      </w:r>
    </w:p>
    <w:p w14:paraId="667944B1" w14:textId="2B9E9517" w:rsidR="00C80994" w:rsidRPr="007F5686" w:rsidRDefault="000765DE" w:rsidP="0001222C">
      <w:pPr>
        <w:pStyle w:val="Heading2"/>
      </w:pPr>
      <w:r>
        <w:t xml:space="preserve">Heading 2: </w:t>
      </w:r>
      <w:r w:rsidR="00C80994" w:rsidRPr="007F5686">
        <w:t>Lists</w:t>
      </w:r>
    </w:p>
    <w:p w14:paraId="554D346F" w14:textId="77777777" w:rsidR="00AE49B1" w:rsidRPr="00D347BB" w:rsidRDefault="00AE49B1" w:rsidP="00D347BB">
      <w:pPr>
        <w:pStyle w:val="Heading3"/>
      </w:pPr>
      <w:r w:rsidRPr="00D347BB">
        <w:t>H</w:t>
      </w:r>
      <w:r w:rsidR="00BF2234" w:rsidRPr="00D347BB">
        <w:t xml:space="preserve">eading </w:t>
      </w:r>
      <w:r w:rsidRPr="00D347BB">
        <w:t>3: Below is an example of the “ordered list style”.</w:t>
      </w:r>
      <w:r w:rsidR="00BF4785" w:rsidRPr="00D347BB">
        <w:t xml:space="preserve"> </w:t>
      </w:r>
    </w:p>
    <w:p w14:paraId="0DE16304" w14:textId="77777777" w:rsidR="00BF2234" w:rsidRDefault="00BF2234" w:rsidP="00913F7C">
      <w:pPr>
        <w:pStyle w:val="Orderedlist"/>
      </w:pPr>
      <w:r w:rsidRPr="00BF2234">
        <w:rPr>
          <w:b/>
        </w:rPr>
        <w:t>Style: Ordered list.</w:t>
      </w:r>
      <w:r>
        <w:t xml:space="preserve"> </w:t>
      </w:r>
    </w:p>
    <w:p w14:paraId="1AA03805" w14:textId="77777777" w:rsidR="00AE49B1" w:rsidRPr="00913F7C" w:rsidRDefault="00AE49B1" w:rsidP="00913F7C">
      <w:pPr>
        <w:pStyle w:val="Orderedlist"/>
      </w:pPr>
      <w:r w:rsidRPr="00913F7C">
        <w:t xml:space="preserve">Sed ut perspiciatis unde omnis iste natus error sit voluptatem accusantium doloremque laudantium, totam rem </w:t>
      </w:r>
    </w:p>
    <w:p w14:paraId="0F91C7B3" w14:textId="77777777" w:rsidR="00AE49B1" w:rsidRPr="00913F7C" w:rsidRDefault="00AE49B1" w:rsidP="00913F7C">
      <w:pPr>
        <w:pStyle w:val="Orderedlist"/>
      </w:pPr>
      <w:r w:rsidRPr="00913F7C">
        <w:t xml:space="preserve">aperiam, eaque ipsa quae ab illo inventore veritatis et quasi architecto beatae vitae dicta sunt explicabo. Nemo enim ipsam voluptatem quia voluptas </w:t>
      </w:r>
    </w:p>
    <w:p w14:paraId="66A6D420" w14:textId="77777777" w:rsidR="00AE49B1" w:rsidRPr="00913F7C" w:rsidRDefault="00AE49B1" w:rsidP="00913F7C">
      <w:pPr>
        <w:pStyle w:val="Orderedlist"/>
      </w:pPr>
      <w:r w:rsidRPr="00913F7C">
        <w:t xml:space="preserve">sit aspernatur aut odit aut fugit, sed quia consequuntur magni dolores eos qui ratione voluptatem sequi nesciunt. Neque porro quisquam est, qui dolorem </w:t>
      </w:r>
    </w:p>
    <w:p w14:paraId="2924AF03" w14:textId="77777777" w:rsidR="00AE49B1" w:rsidRPr="00EE2495" w:rsidRDefault="00BF2234" w:rsidP="00D347BB">
      <w:pPr>
        <w:pStyle w:val="Heading3"/>
      </w:pPr>
      <w:r>
        <w:t xml:space="preserve">Heading </w:t>
      </w:r>
      <w:r w:rsidR="00AE49B1" w:rsidRPr="00EE2495">
        <w:t xml:space="preserve">3: Below is an example of the “bullet list style”. </w:t>
      </w:r>
    </w:p>
    <w:p w14:paraId="7F5AC254" w14:textId="77777777" w:rsidR="00BF2234" w:rsidRDefault="00BF2234" w:rsidP="00CF7608">
      <w:pPr>
        <w:pStyle w:val="Bulletlist"/>
      </w:pPr>
      <w:r w:rsidRPr="00BF2234">
        <w:rPr>
          <w:b/>
        </w:rPr>
        <w:t>Style: Bullet list.</w:t>
      </w:r>
      <w:r>
        <w:t xml:space="preserve"> </w:t>
      </w:r>
    </w:p>
    <w:p w14:paraId="57DE1237" w14:textId="77777777" w:rsidR="00C80994" w:rsidRPr="00C451C1" w:rsidRDefault="00C80994" w:rsidP="00CF7608">
      <w:pPr>
        <w:pStyle w:val="Bulletlist"/>
      </w:pPr>
      <w:r w:rsidRPr="00C451C1">
        <w:t xml:space="preserve">The optimal line length for your body text is considered to be 50-60 characters per line, including spaces.  </w:t>
      </w:r>
    </w:p>
    <w:p w14:paraId="7D6DB200" w14:textId="77777777" w:rsidR="00C80994" w:rsidRPr="00C451C1" w:rsidRDefault="00C80994" w:rsidP="00CF7608">
      <w:pPr>
        <w:pStyle w:val="Bulletlist"/>
      </w:pPr>
      <w:r w:rsidRPr="00C451C1">
        <w:t xml:space="preserve">Use a 2 column format or wide margins to keep your line lengths optimal </w:t>
      </w:r>
    </w:p>
    <w:p w14:paraId="7452AB06" w14:textId="77777777" w:rsidR="00C451C1" w:rsidRDefault="000C4DFB" w:rsidP="00F60DA9">
      <w:pPr>
        <w:pStyle w:val="P2"/>
      </w:pPr>
      <w:r w:rsidRPr="00DF7E79">
        <w:lastRenderedPageBreak/>
        <mc:AlternateContent>
          <mc:Choice Requires="wps">
            <w:drawing>
              <wp:anchor distT="274320" distB="274320" distL="114300" distR="114300" simplePos="0" relativeHeight="251670528" behindDoc="0" locked="0" layoutInCell="1" allowOverlap="1" wp14:anchorId="5EDE6781" wp14:editId="15359A01">
                <wp:simplePos x="0" y="0"/>
                <wp:positionH relativeFrom="margin">
                  <wp:align>right</wp:align>
                </wp:positionH>
                <wp:positionV relativeFrom="paragraph">
                  <wp:posOffset>1905</wp:posOffset>
                </wp:positionV>
                <wp:extent cx="3310128" cy="2871216"/>
                <wp:effectExtent l="0" t="0" r="5080" b="5715"/>
                <wp:wrapTopAndBottom/>
                <wp:docPr id="5" name="Text Box 5"/>
                <wp:cNvGraphicFramePr/>
                <a:graphic xmlns:a="http://schemas.openxmlformats.org/drawingml/2006/main">
                  <a:graphicData uri="http://schemas.microsoft.com/office/word/2010/wordprocessingShape">
                    <wps:wsp>
                      <wps:cNvSpPr txBox="1"/>
                      <wps:spPr>
                        <a:xfrm>
                          <a:off x="0" y="0"/>
                          <a:ext cx="3310128" cy="2871216"/>
                        </a:xfrm>
                        <a:prstGeom prst="rect">
                          <a:avLst/>
                        </a:prstGeom>
                        <a:solidFill>
                          <a:srgbClr val="FFF5DD"/>
                        </a:solidFill>
                        <a:ln w="6350">
                          <a:noFill/>
                        </a:ln>
                      </wps:spPr>
                      <wps:linkedTxbx id="2" seq="1"/>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115D2" id="Text Box 5" o:spid="_x0000_s1027" type="#_x0000_t202" style="position:absolute;left:0;text-align:left;margin-left:209.45pt;margin-top:.15pt;width:260.65pt;height:226.1pt;z-index:251670528;visibility:visible;mso-wrap-style:square;mso-width-percent:0;mso-height-percent:0;mso-wrap-distance-left:9pt;mso-wrap-distance-top:21.6pt;mso-wrap-distance-right:9pt;mso-wrap-distance-bottom:21.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" fillcolor="#fff5dd" stroked="f" strokeweight=".5pt">
                <v:textbox inset="10.8pt,10.8pt,10.8pt,10.8pt">
                  <w:txbxContent/>
                </v:textbox>
                <w10:wrap type="topAndBottom" anchorx="margin"/>
              </v:shape>
            </w:pict>
          </mc:Fallback>
        </mc:AlternateContent>
      </w:r>
      <w:r w:rsidR="00B7429E" w:rsidRPr="00B7429E">
        <w:rPr>
          <w:rFonts w:ascii="Georgia" w:hAnsi="Georgia" w:cstheme="minorBidi"/>
          <w:color w:val="auto"/>
          <w:szCs w:val="24"/>
          <w:shd w:val="clear" w:color="auto" w:fill="auto"/>
        </w:rPr>
        <mc:AlternateContent>
          <mc:Choice Requires="wps">
            <w:drawing>
              <wp:anchor distT="274320" distB="274320" distL="114300" distR="114300" simplePos="0" relativeHeight="251680768" behindDoc="0" locked="0" layoutInCell="1" allowOverlap="1" wp14:anchorId="4461DF8C" wp14:editId="79C9C6C3">
                <wp:simplePos x="0" y="0"/>
                <wp:positionH relativeFrom="margin">
                  <wp:align>left</wp:align>
                </wp:positionH>
                <wp:positionV relativeFrom="paragraph">
                  <wp:posOffset>1905</wp:posOffset>
                </wp:positionV>
                <wp:extent cx="3273552" cy="2871216"/>
                <wp:effectExtent l="0" t="0" r="3175" b="5715"/>
                <wp:wrapTopAndBottom/>
                <wp:docPr id="11" name="Text Box 11"/>
                <wp:cNvGraphicFramePr/>
                <a:graphic xmlns:a="http://schemas.openxmlformats.org/drawingml/2006/main">
                  <a:graphicData uri="http://schemas.microsoft.com/office/word/2010/wordprocessingShape">
                    <wps:wsp>
                      <wps:cNvSpPr txBox="1"/>
                      <wps:spPr>
                        <a:xfrm>
                          <a:off x="0" y="0"/>
                          <a:ext cx="3273552" cy="2871216"/>
                        </a:xfrm>
                        <a:prstGeom prst="rect">
                          <a:avLst/>
                        </a:prstGeom>
                        <a:solidFill>
                          <a:srgbClr val="FFF5DD"/>
                        </a:solidFill>
                        <a:ln w="6350">
                          <a:noFill/>
                        </a:ln>
                      </wps:spPr>
                      <wps:txbx id="2">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61DF8C" id="_x0000_t202" coordsize="21600,21600" o:spt="202" path="m,l,21600r21600,l21600,xe">
                <v:stroke joinstyle="miter"/>
                <v:path gradientshapeok="t" o:connecttype="rect"/>
              </v:shapetype>
              <v:shape id="Text Box 11" o:spid="_x0000_s1028" type="#_x0000_t202" style="position:absolute;left:0;text-align:left;margin-left:0;margin-top:.15pt;width:257.75pt;height:226.1pt;z-index:251680768;visibility:visible;mso-wrap-style:square;mso-width-percent:0;mso-height-percent:0;mso-wrap-distance-left:9pt;mso-wrap-distance-top:21.6pt;mso-wrap-distance-right:9pt;mso-wrap-distance-bottom:21.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" fillcolor="#fff5dd" stroked="f" strokeweight=".5pt">
                <v:textbox inset="10.8pt,10.8pt,10.8pt,10.8pt">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v:textbox>
                <w10:wrap type="topAndBottom" anchorx="margin"/>
              </v:shape>
            </w:pict>
          </mc:Fallback>
        </mc:AlternateContent>
      </w:r>
      <w:r w:rsidR="00B7429E" w:rsidRPr="00DF7E79">
        <mc:AlternateContent>
          <mc:Choice Requires="wps">
            <w:drawing>
              <wp:anchor distT="137160" distB="137160" distL="114300" distR="114300" simplePos="0" relativeHeight="251678720" behindDoc="0" locked="0" layoutInCell="1" allowOverlap="1" wp14:anchorId="4CDB1CED" wp14:editId="0CF19421">
                <wp:simplePos x="0" y="0"/>
                <wp:positionH relativeFrom="margin">
                  <wp:align>left</wp:align>
                </wp:positionH>
                <wp:positionV relativeFrom="paragraph">
                  <wp:posOffset>1905</wp:posOffset>
                </wp:positionV>
                <wp:extent cx="3078480" cy="1736090"/>
                <wp:effectExtent l="0" t="0" r="7620" b="0"/>
                <wp:wrapTopAndBottom/>
                <wp:docPr id="8" name="Text Box 8"/>
                <wp:cNvGraphicFramePr/>
                <a:graphic xmlns:a="http://schemas.openxmlformats.org/drawingml/2006/main">
                  <a:graphicData uri="http://schemas.microsoft.com/office/word/2010/wordprocessingShape">
                    <wps:wsp>
                      <wps:cNvSpPr txBox="1"/>
                      <wps:spPr>
                        <a:xfrm>
                          <a:off x="0" y="0"/>
                          <a:ext cx="3078480" cy="1736090"/>
                        </a:xfrm>
                        <a:prstGeom prst="rect">
                          <a:avLst/>
                        </a:prstGeom>
                        <a:solidFill>
                          <a:srgbClr val="97BD26">
                            <a:lumMod val="20000"/>
                            <a:lumOff val="80000"/>
                          </a:srgbClr>
                        </a:solidFill>
                        <a:ln w="6350">
                          <a:noFill/>
                        </a:ln>
                      </wps:spPr>
                      <wps:txbx>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DB1CED" id="Text Box 8" o:spid="_x0000_s1029" type="#_x0000_t202" style="position:absolute;left:0;text-align:left;margin-left:0;margin-top:.15pt;width:242.4pt;height:136.7pt;z-index:251678720;visibility:visible;mso-wrap-style:square;mso-width-percent:0;mso-height-percent:0;mso-wrap-distance-left:9pt;mso-wrap-distance-top:10.8pt;mso-wrap-distance-right:9pt;mso-wrap-distance-bottom:10.8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" fillcolor="#ecf6d0" stroked="f" strokeweight=".5pt">
                <v:textbox inset="10.8pt,10.8pt,10.8pt,10.8pt">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v:textbox>
                <w10:wrap type="topAndBottom" anchorx="margin"/>
              </v:shape>
            </w:pict>
          </mc:Fallback>
        </mc:AlternateContent>
      </w:r>
      <w:r w:rsidR="00EA11A4">
        <w:t>P</w:t>
      </w:r>
      <w:r w:rsidR="00C96AD3">
        <w:t>2</w:t>
      </w:r>
      <w:r w:rsidR="00EA11A4">
        <w:t xml:space="preserve"> style: Text format </w:t>
      </w:r>
      <w:r w:rsidR="00C96AD3">
        <w:t>with the first line indented</w:t>
      </w:r>
      <w:r w:rsidR="00EA11A4">
        <w:t xml:space="preserve">. Use this format </w:t>
      </w:r>
      <w:r w:rsidR="00C96AD3">
        <w:t xml:space="preserve">following a P1 style and continue to use it for </w:t>
      </w:r>
      <w:r w:rsidR="00D01315">
        <w:t xml:space="preserve">body </w:t>
      </w:r>
      <w:r w:rsidR="00C96AD3">
        <w:t xml:space="preserve">text until the next headline. </w:t>
      </w:r>
    </w:p>
    <w:p w14:paraId="2277FD4B" w14:textId="77777777" w:rsidR="001C74B7" w:rsidRDefault="0086221A" w:rsidP="001C74B7">
      <w:pPr>
        <w:pStyle w:val="Callout"/>
      </w:pPr>
      <w:r>
        <w:t>“</w:t>
      </w:r>
      <w:r w:rsidRPr="0086221A">
        <w:rPr>
          <w:b/>
        </w:rPr>
        <w:t>Style: Callout</w:t>
      </w:r>
      <w:r>
        <w:t>. Grab your reader’s attention with a quote pulled from your article.”</w:t>
      </w:r>
    </w:p>
    <w:p w14:paraId="703CE050" w14:textId="77777777" w:rsidR="00BF4785" w:rsidRPr="001C74B7" w:rsidRDefault="00CF1ACD" w:rsidP="0001222C">
      <w:pPr>
        <w:pStyle w:val="Heading2"/>
      </w:pPr>
      <w:r w:rsidRPr="001C74B7">
        <w:t xml:space="preserve">H2: </w:t>
      </w:r>
      <w:r w:rsidR="00BF4785" w:rsidRPr="001C74B7">
        <w:t>References</w:t>
      </w:r>
    </w:p>
    <w:p w14:paraId="6A76547F" w14:textId="77777777" w:rsidR="00BF4785" w:rsidRPr="00CF7608" w:rsidRDefault="00CF1ACD" w:rsidP="00CF7608">
      <w:pPr>
        <w:pStyle w:val="References"/>
      </w:pPr>
      <w:r w:rsidRPr="00CF7608">
        <w:t xml:space="preserve">Style: References. </w:t>
      </w:r>
      <w:r w:rsidR="00BF4785" w:rsidRPr="00CF7608">
        <w:t>Drake, D. J., ed. 2003. Intermountain irrigated pastures and mountain meadows. University of California Cooperative Extension Intermountain Workgroup Publication 01. UCCE Web site, http://cesiskiyou.ucanr.edu/files/122933.pdf.</w:t>
      </w:r>
    </w:p>
    <w:p w14:paraId="58947AA8" w14:textId="77777777" w:rsidR="00BF4785" w:rsidRPr="00CF7608" w:rsidRDefault="00BF4785" w:rsidP="00CF7608">
      <w:pPr>
        <w:pStyle w:val="References"/>
      </w:pPr>
      <w:r w:rsidRPr="00CF7608">
        <w:t>Orloff, S. B., D. D. Putnam, and R. Wilson. 2008. Maximizing fertilizer efficiency through tissue testing and improved application methods. In Proceedings, 38th Annual California Alfalfa &amp; Forage Symposium and Western Alfalfa Seed Conference. 08-275. UC Alfalfa and Forages website, http://alfalfa.ucdavis.edu/+symposium/proceedings/?yr=2008.</w:t>
      </w:r>
    </w:p>
    <w:p w14:paraId="533255CC" w14:textId="77777777" w:rsidR="00BF4785" w:rsidRPr="00CF7608" w:rsidRDefault="00BF4785" w:rsidP="00CF7608">
      <w:pPr>
        <w:pStyle w:val="References"/>
      </w:pPr>
      <w:r w:rsidRPr="00CF7608">
        <w:t>Western Beef Resource Committee. 2002a. Cow-calf management guide and cattle producer's Library. Updated annually. Moscow: University of Idaho Extension.</w:t>
      </w:r>
    </w:p>
    <w:p w14:paraId="4D1259FC" w14:textId="77777777" w:rsidR="008F0FF9" w:rsidRPr="008E3A65" w:rsidRDefault="00772972" w:rsidP="00CF7608">
      <w:pPr>
        <w:pStyle w:val="References"/>
      </w:pPr>
      <w:r w:rsidRPr="00CF7608">
        <w:t>———</w:t>
      </w:r>
      <w:r w:rsidR="00BF4785" w:rsidRPr="00CF7608">
        <w:t xml:space="preserve"> 2002b. Western fertilizer handbook. 9th ed. Long Grove, IL: Waveland Press.</w:t>
      </w:r>
    </w:p>
    <w:p w14:paraId="54130172" w14:textId="77777777" w:rsidR="00BF4785" w:rsidRPr="007F5686" w:rsidRDefault="00CF1ACD" w:rsidP="0001222C">
      <w:pPr>
        <w:pStyle w:val="Heading2"/>
      </w:pPr>
      <w:r w:rsidRPr="007F5686">
        <w:t xml:space="preserve">H2: </w:t>
      </w:r>
      <w:r w:rsidR="00065297" w:rsidRPr="007F5686">
        <w:t>Mandatory text required at the end UC ANR docume</w:t>
      </w:r>
      <w:r w:rsidR="00AE0E19" w:rsidRPr="007F5686">
        <w:t>n</w:t>
      </w:r>
      <w:r w:rsidR="00065297" w:rsidRPr="007F5686">
        <w:t>ts</w:t>
      </w:r>
    </w:p>
    <w:p w14:paraId="782B57A4" w14:textId="77777777" w:rsidR="00065297" w:rsidRPr="00065297" w:rsidRDefault="00CF1ACD" w:rsidP="00D347BB">
      <w:pPr>
        <w:pStyle w:val="Heading3"/>
      </w:pPr>
      <w:r>
        <w:t xml:space="preserve">H3: </w:t>
      </w:r>
      <w:r w:rsidR="00CF7608">
        <w:t>Flyers for Educational Programs,</w:t>
      </w:r>
      <w:r w:rsidR="00052EFA">
        <w:t xml:space="preserve"> “</w:t>
      </w:r>
      <w:r w:rsidR="00CF7608">
        <w:t>B</w:t>
      </w:r>
      <w:r w:rsidR="00052EFA">
        <w:t xml:space="preserve">ack </w:t>
      </w:r>
      <w:r w:rsidR="00CF7608">
        <w:t>M</w:t>
      </w:r>
      <w:r w:rsidR="00052EFA">
        <w:t>atter”</w:t>
      </w:r>
    </w:p>
    <w:p w14:paraId="31CE17A1" w14:textId="77777777" w:rsidR="00052EFA" w:rsidRPr="00605F84" w:rsidRDefault="00052EFA" w:rsidP="00052EFA">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w:t>
      </w:r>
      <w:r w:rsidR="00CF7608" w:rsidRPr="00605F84">
        <w:rPr>
          <w:rStyle w:val="IntenseReference"/>
        </w:rPr>
        <w:t>This Nondiscrimination and Affirmative Action policy statement for UC ANR needs to be included with all University of California Division of Agriculture and Natural Resources (UC ANR)</w:t>
      </w:r>
      <w:r w:rsidR="00CF7608" w:rsidRPr="00605F84">
        <w:rPr>
          <w:rStyle w:val="IntenseReference"/>
        </w:rPr>
        <w:fldChar w:fldCharType="begin"/>
      </w:r>
      <w:r w:rsidR="00CF7608" w:rsidRPr="00605F84">
        <w:rPr>
          <w:rStyle w:val="IntenseReference"/>
        </w:rPr>
        <w:instrText xml:space="preserve"> SEQ CHAPTER \h \r 1</w:instrText>
      </w:r>
      <w:r w:rsidR="00CF7608" w:rsidRPr="00605F84">
        <w:rPr>
          <w:rStyle w:val="IntenseReference"/>
        </w:rPr>
        <w:fldChar w:fldCharType="end"/>
      </w:r>
      <w:r w:rsidR="00CF7608" w:rsidRPr="00605F84">
        <w:rPr>
          <w:rStyle w:val="IntenseReference"/>
        </w:rPr>
        <w:t xml:space="preserve"> flyers pertaining to educational programs only.</w:t>
      </w:r>
    </w:p>
    <w:p w14:paraId="4A6D4870" w14:textId="77777777" w:rsidR="00052EFA" w:rsidRDefault="007F5686" w:rsidP="007F5686">
      <w:pPr>
        <w:pStyle w:val="Heading4"/>
      </w:pPr>
      <w:r>
        <w:t xml:space="preserve">Style: H4. </w:t>
      </w:r>
      <w:r w:rsidR="00052EFA">
        <w:t>English:</w:t>
      </w:r>
    </w:p>
    <w:p w14:paraId="5D80DF6E" w14:textId="77777777" w:rsidR="00052EFA" w:rsidRPr="00052EFA" w:rsidRDefault="00052EFA" w:rsidP="00052EFA">
      <w:pPr>
        <w:pStyle w:val="Backmatter"/>
      </w:pPr>
      <w:r w:rsidRPr="00052EFA">
        <w:t>It is the policy of the University of California (UC) and the UC Division of Agriculture &amp; Natural Resources not to engage in discrimination against or harassment of any person in any of its programs or activities (Complete nondiscrimination po</w:t>
      </w:r>
      <w:r>
        <w:t xml:space="preserve">licy statement can be found at </w:t>
      </w:r>
      <w:r w:rsidRPr="00052EFA">
        <w:t>http://ucanr.edu/sites/anrstaff/files/215244.pdf)</w:t>
      </w:r>
    </w:p>
    <w:p w14:paraId="34086AA2" w14:textId="77777777" w:rsidR="00CF7608" w:rsidRDefault="00052EFA" w:rsidP="00052EFA">
      <w:pPr>
        <w:pStyle w:val="Backmatter"/>
      </w:pPr>
      <w:r w:rsidRPr="00052EFA">
        <w:t xml:space="preserve">Inquiries regarding ANR’s nondiscrimination policies may be directed to UCANR, Affirmative Action Compliance &amp; Title IX Officer, University of California, Agriculture and Natural </w:t>
      </w:r>
      <w:r w:rsidRPr="00052EFA">
        <w:lastRenderedPageBreak/>
        <w:t>Resources, 2801 Second Street, Davis, CA 95618, (530) 750-1343.</w:t>
      </w:r>
    </w:p>
    <w:p w14:paraId="41EFA35D" w14:textId="77777777" w:rsidR="00052EFA" w:rsidRPr="00AB6D1B" w:rsidRDefault="007F5686" w:rsidP="00AB6D1B">
      <w:pPr>
        <w:pStyle w:val="Heading4"/>
      </w:pPr>
      <w:r w:rsidRPr="00AB6D1B">
        <w:t xml:space="preserve">Style: H4. </w:t>
      </w:r>
      <w:r w:rsidR="00052EFA" w:rsidRPr="00AB6D1B">
        <w:t>Spanish:</w:t>
      </w:r>
    </w:p>
    <w:p w14:paraId="215B10D0" w14:textId="77777777" w:rsidR="00052EFA" w:rsidRPr="00052EFA" w:rsidRDefault="00052EFA" w:rsidP="00052EFA">
      <w:pPr>
        <w:pStyle w:val="Backmatter"/>
      </w:pPr>
      <w:r w:rsidRPr="00052EFA">
        <w:t xml:space="preserve">La División de Agricultura y Recursos Naturales (ANR) de Universidad de California  prohíbe la discriminación o el hostigamiento de cualquier persona en cualquiera de sus programas o actividades. (Se puede leer la versión completa de la declaración de política antidiscriminatoria en  </w:t>
      </w:r>
      <w:hyperlink r:id="rId17" w:history="1">
        <w:r w:rsidRPr="00052EFA">
          <w:rPr>
            <w:rStyle w:val="Hyperlink"/>
          </w:rPr>
          <w:t>http://ucanr.edu/sites/anrstaff/files/215246.pdf</w:t>
        </w:r>
      </w:hyperlink>
      <w:r w:rsidRPr="00052EFA">
        <w:t xml:space="preserve"> )</w:t>
      </w:r>
    </w:p>
    <w:p w14:paraId="3DA0AFDD" w14:textId="77777777" w:rsidR="00052EFA" w:rsidRDefault="00052EFA" w:rsidP="008E3A65">
      <w:pPr>
        <w:pStyle w:val="Backmatter"/>
      </w:pPr>
      <w:r w:rsidRPr="00052EFA">
        <w:t>Las preguntas sobre la política antidiscriminatoria de ANR pueden dirigirse a: UCANR, Affirmative Action Compliance Officer/Title IX Officer, University of California, Davis, Agriculture and Natural Resources, 2801 Second Street, Davis, CA 95618, (530) 750-1343.</w:t>
      </w:r>
    </w:p>
    <w:p w14:paraId="588782E2" w14:textId="77777777" w:rsidR="008B5386" w:rsidRDefault="00052EFA" w:rsidP="00D347BB">
      <w:pPr>
        <w:pStyle w:val="Heading3"/>
      </w:pPr>
      <w:r>
        <w:t xml:space="preserve">H3: </w:t>
      </w:r>
      <w:r w:rsidR="008B5386">
        <w:t xml:space="preserve">Publications </w:t>
      </w:r>
      <w:r w:rsidR="00605F84">
        <w:t>R</w:t>
      </w:r>
      <w:r w:rsidR="008B5386">
        <w:t>egarding Program Practices, “Back Matter”</w:t>
      </w:r>
    </w:p>
    <w:p w14:paraId="61B4EA85" w14:textId="77777777" w:rsidR="004D6282" w:rsidRPr="00605F84" w:rsidRDefault="008B5386" w:rsidP="004D6282">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This Nondiscrimination and Affirmative Action policy statement for UC ANR needs to be included with all </w:t>
      </w:r>
      <w:r w:rsidR="00052EFA" w:rsidRPr="00605F84">
        <w:rPr>
          <w:rStyle w:val="IntenseReference"/>
        </w:rPr>
        <w:t>University of C</w:t>
      </w:r>
      <w:r w:rsidRPr="00605F84">
        <w:rPr>
          <w:rStyle w:val="IntenseReference"/>
        </w:rPr>
        <w:t xml:space="preserve">alifornia </w:t>
      </w:r>
      <w:r w:rsidR="00052EFA" w:rsidRPr="00605F84">
        <w:rPr>
          <w:rStyle w:val="IntenseReference"/>
        </w:rPr>
        <w:t>Division of Agriculture and Natural Resources (UC ANR)</w:t>
      </w:r>
      <w:r w:rsidR="00052EFA" w:rsidRPr="00605F84">
        <w:rPr>
          <w:rStyle w:val="IntenseReference"/>
        </w:rPr>
        <w:fldChar w:fldCharType="begin"/>
      </w:r>
      <w:r w:rsidR="00052EFA" w:rsidRPr="00605F84">
        <w:rPr>
          <w:rStyle w:val="IntenseReference"/>
        </w:rPr>
        <w:instrText xml:space="preserve"> SEQ CHAPTER \h \r 1</w:instrText>
      </w:r>
      <w:r w:rsidR="00052EFA" w:rsidRPr="00605F84">
        <w:rPr>
          <w:rStyle w:val="IntenseReference"/>
        </w:rPr>
        <w:fldChar w:fldCharType="end"/>
      </w:r>
      <w:r w:rsidR="00052EFA" w:rsidRPr="00605F84">
        <w:rPr>
          <w:rStyle w:val="IntenseReference"/>
        </w:rPr>
        <w:t xml:space="preserve"> publications regarding program practices</w:t>
      </w:r>
      <w:r w:rsidRPr="00605F84">
        <w:rPr>
          <w:rStyle w:val="IntenseReference"/>
        </w:rPr>
        <w:t>.</w:t>
      </w:r>
    </w:p>
    <w:p w14:paraId="7495E906" w14:textId="77777777" w:rsidR="008B5386" w:rsidRPr="004D6282" w:rsidRDefault="007F5686" w:rsidP="004D6282">
      <w:pPr>
        <w:pStyle w:val="Heading4"/>
      </w:pPr>
      <w:r w:rsidRPr="004D6282">
        <w:t xml:space="preserve">Style: H4. </w:t>
      </w:r>
      <w:r w:rsidR="008B5386" w:rsidRPr="004D6282">
        <w:t>English:</w:t>
      </w:r>
    </w:p>
    <w:p w14:paraId="36197CEC" w14:textId="77777777" w:rsidR="00052EFA" w:rsidRDefault="00052EFA" w:rsidP="008B5386">
      <w:pPr>
        <w:pStyle w:val="Backmatter"/>
        <w:rPr>
          <w:rFonts w:ascii="Times New Roman" w:hAnsi="Times New Roman"/>
          <w:color w:val="000000"/>
          <w:sz w:val="24"/>
        </w:rPr>
      </w:pPr>
      <w:r>
        <w:t>The University of California, Division of Agriculture and Natural Resources (UC ANR) prohibits discrimination  against or harassment of any person in any of its programs or activities on the basis of race, color, national origin, religion, sex, gender, gender expression, gender identity, pregnancy (which includes pregnancy, childbirth, and medical conditions related to pregnancy or childbirth), physical or mental disability, medical condition (cancer-related or genetic characteristics), genetic information (including family medical history), ancestry, marital status, age, sexual orientation, citizenship, status as a U.S. veteran.</w:t>
      </w:r>
    </w:p>
    <w:p w14:paraId="0ADA3963" w14:textId="77777777" w:rsidR="00052EFA" w:rsidRDefault="00052EFA" w:rsidP="008B5386">
      <w:pPr>
        <w:pStyle w:val="Backmatter"/>
      </w:pPr>
      <w:r>
        <w:rPr>
          <w:color w:val="000000"/>
        </w:rPr>
        <w:t xml:space="preserve">UC ANR policy prohibits retaliation against any employee or person </w:t>
      </w:r>
      <w:r>
        <w:t>in any of its programs or activities</w:t>
      </w:r>
      <w:r>
        <w:rPr>
          <w:color w:val="000000"/>
        </w:rPr>
        <w:t xml:space="preserve"> for bringing a complaint of discrimination or harassment. UC ANR policy also prohibits retaliation against a person who assists someone with a complaint of discrimination or harassment, or participates in any manner in an investigation or resolution of a complaint of discrimination or harassment. Retaliation includes threats, intimidation, reprisals, and/or adverse actions related to </w:t>
      </w:r>
      <w:r>
        <w:t>any of its programs or activities.</w:t>
      </w:r>
    </w:p>
    <w:p w14:paraId="70D841A9" w14:textId="77777777" w:rsidR="00052EFA" w:rsidRDefault="00052EFA" w:rsidP="008B5386">
      <w:pPr>
        <w:pStyle w:val="Backmatter"/>
        <w:rPr>
          <w:sz w:val="22"/>
        </w:rPr>
      </w:pPr>
      <w:r>
        <w:t xml:space="preserve">UC ANR is an Equal Opportunity/Affirmative Action Employer. All qualified applicants will receive consideration for employment and/or participation in any of its programs or </w:t>
      </w:r>
      <w:r>
        <w:t xml:space="preserve">activities without regard to race, color, religion, sex, national origin, disability, age or protected veteran status.   </w:t>
      </w:r>
    </w:p>
    <w:p w14:paraId="335BE12A" w14:textId="77777777" w:rsidR="00052EFA" w:rsidRDefault="00052EFA" w:rsidP="008B5386">
      <w:pPr>
        <w:pStyle w:val="Backmatter"/>
      </w:pPr>
      <w:r>
        <w:t xml:space="preserve">University policy is intended to be consistent with the provisions of applicable State and Federal laws.  </w:t>
      </w:r>
    </w:p>
    <w:p w14:paraId="66D9C9F8" w14:textId="77777777" w:rsidR="00CF7608" w:rsidRDefault="00052EFA" w:rsidP="00CF7608">
      <w:pPr>
        <w:pStyle w:val="Backmatter"/>
      </w:pPr>
      <w:r>
        <w:t xml:space="preserve">Inquiries regarding the University’s equal employment opportunity policies may be directed to: </w:t>
      </w:r>
      <w:r>
        <w:rPr>
          <w:color w:val="000000"/>
        </w:rPr>
        <w:t xml:space="preserve">UCANR, Affirmative Action Compliance and Title IX Officer, University of California, Agriculture and Natural Resources, 2801 Second Street, </w:t>
      </w:r>
      <w:r w:rsidRPr="00CF7608">
        <w:t xml:space="preserve">Davis, CA 95618, (530) 750-1343. Email:  </w:t>
      </w:r>
      <w:hyperlink r:id="rId18" w:history="1">
        <w:r w:rsidRPr="00CF7608">
          <w:rPr>
            <w:rStyle w:val="Hyperlink"/>
            <w:color w:val="auto"/>
            <w:u w:val="none"/>
          </w:rPr>
          <w:t>jsafox@ucanr.edu</w:t>
        </w:r>
      </w:hyperlink>
      <w:r w:rsidRPr="00CF7608">
        <w:t xml:space="preserve">.  </w:t>
      </w:r>
      <w:r w:rsidRPr="00CF7608">
        <w:br/>
        <w:t xml:space="preserve">Website: </w:t>
      </w:r>
      <w:hyperlink r:id="rId19" w:history="1">
        <w:r w:rsidRPr="00CF7608">
          <w:rPr>
            <w:rStyle w:val="Hyperlink"/>
            <w:color w:val="auto"/>
            <w:u w:val="none"/>
          </w:rPr>
          <w:t>http://ucanr.edu/sites/anrstaff/Diversity/Affirmative_Action/</w:t>
        </w:r>
      </w:hyperlink>
      <w:r w:rsidRPr="00CF7608">
        <w:t>.</w:t>
      </w:r>
    </w:p>
    <w:p w14:paraId="4C261465" w14:textId="77777777" w:rsidR="00052EFA" w:rsidRPr="00CF7608" w:rsidRDefault="00052EFA" w:rsidP="00CF7608">
      <w:pPr>
        <w:pStyle w:val="Backmatter"/>
      </w:pPr>
      <w:r w:rsidRPr="00CF7608">
        <w:rPr>
          <w:i/>
        </w:rPr>
        <w:t>This policy statement supersedes the UC ANR Nondiscrimination and Affirmative Action Policy Statement for University of California Publications Regarding Program Practices dated July 2013</w:t>
      </w:r>
      <w:r>
        <w:rPr>
          <w:i/>
        </w:rPr>
        <w:t>.</w:t>
      </w:r>
    </w:p>
    <w:p w14:paraId="6BE956B5" w14:textId="77777777" w:rsidR="008B5386" w:rsidRPr="00CF7608" w:rsidRDefault="007F5686" w:rsidP="007F5686">
      <w:pPr>
        <w:pStyle w:val="Heading4"/>
      </w:pPr>
      <w:r>
        <w:t xml:space="preserve">Style H4: </w:t>
      </w:r>
      <w:r w:rsidR="008B5386" w:rsidRPr="00CF7608">
        <w:t>Spanish:</w:t>
      </w:r>
    </w:p>
    <w:p w14:paraId="71B04CCC" w14:textId="77777777" w:rsidR="008B5386" w:rsidRDefault="008B5386" w:rsidP="008B5386">
      <w:pPr>
        <w:pStyle w:val="Backmatter"/>
        <w:rPr>
          <w:rFonts w:ascii="Times New Roman" w:hAnsi="Times New Roman"/>
          <w:sz w:val="24"/>
          <w:lang w:val="es-ES"/>
        </w:rPr>
      </w:pPr>
      <w:r>
        <w:rPr>
          <w:lang w:val="es-ES"/>
        </w:rPr>
        <w:t xml:space="preserve">La División de Agricultura y Recursos Naturales de la Universidad de California (UC ANR) prohíbe la discriminación u hostigamiento de cualquier persona empleada por o en busca de empleo con la Universidad por razones de raza, color, origen nacional, religión, sexo, género, expresión de género, identidad en función del género, embarazo (inclusive parto y condiciones médicas relacionadas con el embarazo o el parto), incapacidad física o mental, estado de salud (casos de cáncer o de características genéticas), información genética (inclusive historial médico familiar), ascendencia, estado civil, edad, preferencia sexual, ciudadanía, condición de veterano protegido o por haber prestado servicio militar (según lo define la Ley de Derechos a Contratación y Recontratación de los Servicios Uniformados de 1994 USERRA), así como servicio en el ejército estatal o en la Fuerzas Navales. </w:t>
      </w:r>
    </w:p>
    <w:p w14:paraId="137F0F72" w14:textId="77777777" w:rsidR="008B5386" w:rsidRDefault="008B5386" w:rsidP="008B5386">
      <w:pPr>
        <w:pStyle w:val="Backmatter"/>
        <w:rPr>
          <w:lang w:val="es-ES"/>
        </w:rPr>
      </w:pPr>
      <w:r>
        <w:rPr>
          <w:lang w:val="es-ES"/>
        </w:rPr>
        <w:t>La política de la Universidad prohíbe represalias contra cualquier empleado o persona en cualquiera de sus programas o actividades por presentar una queja por discriminación o acoso sexual en conformidad con esta política. Esta política también prohíbe contra una persona que ayude a alguien con una queja por discriminación o acoso sexual, o participe de cualquier manera en la investigación o resolución de una queja por discriminación o acoso sexual. La represalia incluye: amenazas, intimidación y/o acciones adversas relacionadas con el empleo o con cualquiera de sus programas o actividades.</w:t>
      </w:r>
    </w:p>
    <w:p w14:paraId="0C803A18" w14:textId="77777777" w:rsidR="008B5386" w:rsidRPr="00E16531" w:rsidRDefault="008B5386" w:rsidP="00E16531">
      <w:pPr>
        <w:pStyle w:val="Backmatter"/>
      </w:pPr>
      <w:r>
        <w:rPr>
          <w:lang w:val="es-ES"/>
        </w:rPr>
        <w:t xml:space="preserve">UC ANR es un empleador que ofrece igualdad de oportunidades y acción afirmativa. Todos los solicitantes calificados serán considerados para empleo, sin importar la </w:t>
      </w:r>
      <w:r w:rsidR="00B7429E" w:rsidRPr="00E16531">
        <w:lastRenderedPageBreak/>
        <mc:AlternateContent>
          <mc:Choice Requires="wps">
            <w:drawing>
              <wp:anchor distT="137160" distB="137160" distL="114300" distR="114300" simplePos="0" relativeHeight="251684864" behindDoc="0" locked="0" layoutInCell="1" allowOverlap="1" wp14:anchorId="2ACC7C46" wp14:editId="01C84B72">
                <wp:simplePos x="0" y="0"/>
                <wp:positionH relativeFrom="margin">
                  <wp:posOffset>3415923</wp:posOffset>
                </wp:positionH>
                <wp:positionV relativeFrom="paragraph">
                  <wp:posOffset>394</wp:posOffset>
                </wp:positionV>
                <wp:extent cx="3275330" cy="2916555"/>
                <wp:effectExtent l="0" t="0" r="1270" b="0"/>
                <wp:wrapTopAndBottom/>
                <wp:docPr id="13" name="Text Box 13"/>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chemeClr val="accent1"/>
                        </a:solidFill>
                        <a:ln w="6350">
                          <a:noFill/>
                        </a:ln>
                      </wps:spPr>
                      <wps:txbx>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C7C46" id="Text Box 13" o:spid="_x0000_s1030" type="#_x0000_t202" style="position:absolute;margin-left:268.95pt;margin-top:.05pt;width:257.9pt;height:229.65pt;z-index:251684864;visibility:visible;mso-wrap-style:square;mso-width-percent:0;mso-height-percent:0;mso-wrap-distance-left:9pt;mso-wrap-distance-top:10.8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" fillcolor="#007cc0 [3204]" stroked="f" strokeweight=".5pt">
                <v:textbox inset="10.8pt,10.8pt,10.8pt,10.8pt">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v:textbox>
                <w10:wrap type="topAndBottom" anchorx="margin"/>
              </v:shape>
            </w:pict>
          </mc:Fallback>
        </mc:AlternateContent>
      </w:r>
      <w:r w:rsidRPr="00E16531">
        <w:t>raza, color, religión, sexo, origen nacional, discapacidad, edad o condición de veterano protegido.</w:t>
      </w:r>
    </w:p>
    <w:p w14:paraId="2E416E9B" w14:textId="77777777" w:rsidR="008B5386" w:rsidRPr="00E16531" w:rsidRDefault="008B5386" w:rsidP="00E16531">
      <w:pPr>
        <w:pStyle w:val="Backmatter"/>
      </w:pPr>
      <w:r w:rsidRPr="00E16531">
        <w:t xml:space="preserve">La política de la Universidad se propone concordar con las disposiciones de las leyes estatales y federales procedentes. Las preguntas sobre las políticas de igualdad de oportunidades de empleo de UC ANR pueden dirigirse a: UCANR, Affirmative Action Compliance Officer and Title IX Officer, University of California, Agriculture and Natural Resources, 2801 Second Street, Davis, CA 95618, (530) Website: </w:t>
      </w:r>
      <w:hyperlink r:id="rId20" w:history="1">
        <w:r w:rsidRPr="00E16531">
          <w:rPr>
            <w:rStyle w:val="Hyperlink"/>
            <w:color w:val="auto"/>
            <w:u w:val="none"/>
          </w:rPr>
          <w:t>http://ucanr.edu/sites/anrstaff/Diversity/Affirmative_Action/</w:t>
        </w:r>
      </w:hyperlink>
      <w:r w:rsidRPr="00E16531">
        <w:t>.</w:t>
      </w:r>
    </w:p>
    <w:p w14:paraId="1F3CF984" w14:textId="77777777" w:rsidR="008B5386" w:rsidRPr="00E16531" w:rsidRDefault="008B5386" w:rsidP="00E16531">
      <w:pPr>
        <w:pStyle w:val="Backmatter"/>
        <w:rPr>
          <w:i/>
          <w:iCs/>
        </w:rPr>
      </w:pPr>
      <w:r w:rsidRPr="00E16531">
        <w:rPr>
          <w:i/>
          <w:iCs/>
        </w:rPr>
        <w:t>This policy statement supersedes the UC ANR Nondiscrimination and Affirmative Action Policy Statement for University of California Publications Regarding Program Practices dated July 2013</w:t>
      </w:r>
    </w:p>
    <w:p w14:paraId="013D0231" w14:textId="77777777" w:rsidR="008B5386" w:rsidRPr="008B5386" w:rsidRDefault="008B5386" w:rsidP="008B5386">
      <w:pPr>
        <w:pStyle w:val="Backmatter"/>
      </w:pPr>
    </w:p>
    <w:p w14:paraId="1C89BEFC" w14:textId="77777777" w:rsidR="00052EFA" w:rsidRDefault="00052EFA" w:rsidP="008B5386">
      <w:pPr>
        <w:pStyle w:val="Backmatter"/>
      </w:pPr>
    </w:p>
    <w:p w14:paraId="6B709154" w14:textId="77777777" w:rsidR="000439C0" w:rsidRDefault="00A4131E" w:rsidP="00F60DA9">
      <w:pPr>
        <w:pStyle w:val="Tableandfiguretitle"/>
      </w:pPr>
      <w:r w:rsidRPr="00B7429E">
        <w:rPr>
          <w:noProof/>
        </w:rPr>
        <mc:AlternateContent>
          <mc:Choice Requires="wps">
            <w:drawing>
              <wp:anchor distT="137160" distB="137160" distL="114300" distR="114300" simplePos="0" relativeHeight="251682816" behindDoc="0" locked="0" layoutInCell="1" allowOverlap="1" wp14:anchorId="7C0308DC" wp14:editId="1B77E5D3">
                <wp:simplePos x="0" y="0"/>
                <wp:positionH relativeFrom="page">
                  <wp:posOffset>4148560</wp:posOffset>
                </wp:positionH>
                <wp:positionV relativeFrom="paragraph">
                  <wp:posOffset>281602</wp:posOffset>
                </wp:positionV>
                <wp:extent cx="3275330" cy="2916555"/>
                <wp:effectExtent l="0" t="0" r="1270" b="0"/>
                <wp:wrapTopAndBottom/>
                <wp:docPr id="12" name="Text Box 12"/>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rgbClr val="FFF5DD"/>
                        </a:solidFill>
                        <a:ln w="6350">
                          <a:noFill/>
                        </a:ln>
                      </wps:spPr>
                      <wps:txbx>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308DC" id="Text Box 12" o:spid="_x0000_s1031" type="#_x0000_t202" style="position:absolute;margin-left:326.65pt;margin-top:22.15pt;width:257.9pt;height:229.65pt;z-index:251682816;visibility:visible;mso-wrap-style:square;mso-width-percent:0;mso-height-percent:0;mso-wrap-distance-left:9pt;mso-wrap-distance-top:10.8pt;mso-wrap-distance-right:9pt;mso-wrap-distance-bottom:1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" fillcolor="#fff5dd" stroked="f" strokeweight=".5pt">
                <v:textbox inset="10.8pt,10.8pt,10.8pt,10.8pt">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v:textbox>
                <w10:wrap type="topAndBottom" anchorx="page"/>
              </v:shape>
            </w:pict>
          </mc:Fallback>
        </mc:AlternateContent>
      </w:r>
      <w:r w:rsidR="00BD4DC2">
        <w:t>Style: Table and Figure Title</w:t>
      </w:r>
    </w:p>
    <w:tbl>
      <w:tblPr>
        <w:tblStyle w:val="MasterGardeners1"/>
        <w:tblW w:w="4855" w:type="dxa"/>
        <w:tblLook w:val="04A0" w:firstRow="1" w:lastRow="0" w:firstColumn="1" w:lastColumn="0" w:noHBand="0" w:noVBand="1"/>
      </w:tblPr>
      <w:tblGrid>
        <w:gridCol w:w="1618"/>
        <w:gridCol w:w="1618"/>
        <w:gridCol w:w="1619"/>
      </w:tblGrid>
      <w:tr w:rsidR="006C6FEE" w:rsidRPr="009411A3" w14:paraId="31277D8E" w14:textId="77777777" w:rsidTr="00D01315">
        <w:trPr>
          <w:cnfStyle w:val="100000000000" w:firstRow="1" w:lastRow="0" w:firstColumn="0" w:lastColumn="0" w:oddVBand="0" w:evenVBand="0" w:oddHBand="0"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1618" w:type="dxa"/>
          </w:tcPr>
          <w:p w14:paraId="5884294E" w14:textId="77777777" w:rsidR="00227FAE" w:rsidRPr="006C6FEE" w:rsidRDefault="00227FAE" w:rsidP="00F42019">
            <w:pPr>
              <w:pStyle w:val="Tableheaderrow"/>
              <w:rPr>
                <w:b/>
              </w:rPr>
            </w:pPr>
            <w:r w:rsidRPr="006C6FEE">
              <w:rPr>
                <w:b/>
              </w:rPr>
              <w:t>Style: Table header row</w:t>
            </w:r>
          </w:p>
        </w:tc>
        <w:tc>
          <w:tcPr>
            <w:tcW w:w="1618" w:type="dxa"/>
          </w:tcPr>
          <w:p w14:paraId="61317937"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c>
          <w:tcPr>
            <w:tcW w:w="1619" w:type="dxa"/>
          </w:tcPr>
          <w:p w14:paraId="420411B1"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r>
      <w:tr w:rsidR="006C6FEE" w14:paraId="5F390856" w14:textId="77777777" w:rsidTr="00D01315">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1618" w:type="dxa"/>
          </w:tcPr>
          <w:p w14:paraId="53088AA6" w14:textId="77777777" w:rsidR="00227FAE" w:rsidRPr="00DA0C10" w:rsidRDefault="00227FAE" w:rsidP="00F42019">
            <w:pPr>
              <w:pStyle w:val="tabletext"/>
            </w:pPr>
            <w:r w:rsidRPr="00DA0C10">
              <w:t>Style: table text</w:t>
            </w:r>
          </w:p>
        </w:tc>
        <w:tc>
          <w:tcPr>
            <w:tcW w:w="1618" w:type="dxa"/>
          </w:tcPr>
          <w:p w14:paraId="09BBE8E3"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c>
          <w:tcPr>
            <w:tcW w:w="1619" w:type="dxa"/>
          </w:tcPr>
          <w:p w14:paraId="08E1F322"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r>
      <w:tr w:rsidR="006C6FEE" w14:paraId="590A321E" w14:textId="77777777" w:rsidTr="00D01315">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1618" w:type="dxa"/>
          </w:tcPr>
          <w:p w14:paraId="2A01B2CB" w14:textId="77777777" w:rsidR="00227FAE" w:rsidRPr="00DA0C10" w:rsidRDefault="00227FAE" w:rsidP="00F42019">
            <w:pPr>
              <w:pStyle w:val="tabletext"/>
            </w:pPr>
            <w:r w:rsidRPr="00DA0C10">
              <w:t>Style: table text</w:t>
            </w:r>
          </w:p>
        </w:tc>
        <w:tc>
          <w:tcPr>
            <w:tcW w:w="1618" w:type="dxa"/>
          </w:tcPr>
          <w:p w14:paraId="1E34F0A3"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c>
          <w:tcPr>
            <w:tcW w:w="1619" w:type="dxa"/>
          </w:tcPr>
          <w:p w14:paraId="70005D5A"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r>
    </w:tbl>
    <w:p w14:paraId="77317C71" w14:textId="77777777" w:rsidR="00227FAE" w:rsidRDefault="001065C2" w:rsidP="00227FAE">
      <w:pPr>
        <w:pStyle w:val="tabletext"/>
      </w:pPr>
      <w:r>
        <w:t>Table style: Master Gardeners 1</w:t>
      </w:r>
    </w:p>
    <w:p w14:paraId="407FE932" w14:textId="77777777" w:rsidR="001065C2" w:rsidRPr="003139C0" w:rsidRDefault="001065C2" w:rsidP="00227FAE">
      <w:pPr>
        <w:pStyle w:val="tabletext"/>
      </w:pPr>
    </w:p>
    <w:p w14:paraId="0621FD9B" w14:textId="77777777" w:rsidR="00A4131E" w:rsidRPr="00E16531" w:rsidRDefault="00A4131E" w:rsidP="00A4131E">
      <w:pPr>
        <w:pStyle w:val="Tableandfiguretitle"/>
        <w:rPr>
          <w:rStyle w:val="IntenseReference"/>
        </w:rPr>
      </w:pPr>
      <w:r>
        <w:t xml:space="preserve">Style: </w:t>
      </w:r>
      <w:r w:rsidR="001065C2">
        <w:t>Table and Figure Title</w:t>
      </w:r>
    </w:p>
    <w:tbl>
      <w:tblPr>
        <w:tblStyle w:val="MasterGardener2"/>
        <w:tblW w:w="0" w:type="auto"/>
        <w:tblLook w:val="04A0" w:firstRow="1" w:lastRow="0" w:firstColumn="1" w:lastColumn="0" w:noHBand="0" w:noVBand="1"/>
      </w:tblPr>
      <w:tblGrid>
        <w:gridCol w:w="1618"/>
        <w:gridCol w:w="1618"/>
        <w:gridCol w:w="1619"/>
      </w:tblGrid>
      <w:tr w:rsidR="006C6FEE" w:rsidRPr="009411A3" w14:paraId="3C85FE77" w14:textId="77777777" w:rsidTr="00DF45FE">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618" w:type="dxa"/>
          </w:tcPr>
          <w:p w14:paraId="610AE000" w14:textId="77777777" w:rsidR="00A4131E" w:rsidRPr="00F42019" w:rsidRDefault="00A4131E" w:rsidP="00F42019">
            <w:pPr>
              <w:pStyle w:val="Tableheaderrow"/>
            </w:pPr>
            <w:r w:rsidRPr="00F42019">
              <w:t>Style: Table header row</w:t>
            </w:r>
          </w:p>
        </w:tc>
        <w:tc>
          <w:tcPr>
            <w:tcW w:w="1618" w:type="dxa"/>
          </w:tcPr>
          <w:p w14:paraId="79403EC8"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c>
          <w:tcPr>
            <w:tcW w:w="1619" w:type="dxa"/>
          </w:tcPr>
          <w:p w14:paraId="30B5763E"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r>
      <w:tr w:rsidR="00825D55" w14:paraId="4E26C862" w14:textId="77777777" w:rsidTr="00D01315">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1618" w:type="dxa"/>
          </w:tcPr>
          <w:p w14:paraId="7B80022E" w14:textId="77777777" w:rsidR="00A4131E" w:rsidRPr="00DA0C10" w:rsidRDefault="00A4131E" w:rsidP="0029753C">
            <w:pPr>
              <w:pStyle w:val="tabletext"/>
              <w:rPr>
                <w:szCs w:val="18"/>
              </w:rPr>
            </w:pPr>
            <w:r w:rsidRPr="00DA0C10">
              <w:rPr>
                <w:szCs w:val="18"/>
              </w:rPr>
              <w:t>Style: table text</w:t>
            </w:r>
          </w:p>
        </w:tc>
        <w:tc>
          <w:tcPr>
            <w:tcW w:w="1618" w:type="dxa"/>
          </w:tcPr>
          <w:p w14:paraId="78E08E93"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c>
          <w:tcPr>
            <w:tcW w:w="1619" w:type="dxa"/>
          </w:tcPr>
          <w:p w14:paraId="59CAA4F2"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r>
      <w:tr w:rsidR="00825D55" w14:paraId="01CE25B4" w14:textId="77777777" w:rsidTr="00DF45FE">
        <w:trPr>
          <w:cnfStyle w:val="000000010000" w:firstRow="0" w:lastRow="0" w:firstColumn="0" w:lastColumn="0" w:oddVBand="0" w:evenVBand="0" w:oddHBand="0" w:evenHBand="1"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618" w:type="dxa"/>
          </w:tcPr>
          <w:p w14:paraId="40E223BB" w14:textId="77777777" w:rsidR="00A4131E" w:rsidRPr="00DA0C10" w:rsidRDefault="00A4131E" w:rsidP="0029753C">
            <w:pPr>
              <w:pStyle w:val="tabletext"/>
              <w:rPr>
                <w:szCs w:val="18"/>
              </w:rPr>
            </w:pPr>
            <w:r w:rsidRPr="00DA0C10">
              <w:rPr>
                <w:szCs w:val="18"/>
              </w:rPr>
              <w:t>Style: table text</w:t>
            </w:r>
          </w:p>
        </w:tc>
        <w:tc>
          <w:tcPr>
            <w:tcW w:w="1618" w:type="dxa"/>
          </w:tcPr>
          <w:p w14:paraId="3E818564"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c>
          <w:tcPr>
            <w:tcW w:w="1619" w:type="dxa"/>
          </w:tcPr>
          <w:p w14:paraId="09E7199C"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r>
    </w:tbl>
    <w:p w14:paraId="5C892E6D" w14:textId="77777777" w:rsidR="00227FAE" w:rsidRDefault="001065C2" w:rsidP="00BD4DC2">
      <w:pPr>
        <w:pStyle w:val="tabletext"/>
      </w:pPr>
      <w:r>
        <w:t>Table style: Master Gardeners 2</w:t>
      </w:r>
    </w:p>
    <w:p w14:paraId="15C6E2BF" w14:textId="77777777" w:rsidR="006703A9" w:rsidRDefault="006703A9" w:rsidP="00BD4DC2">
      <w:pPr>
        <w:pStyle w:val="tabletext"/>
      </w:pPr>
    </w:p>
    <w:p w14:paraId="09F56706" w14:textId="77777777" w:rsidR="006703A9" w:rsidRDefault="006703A9" w:rsidP="00BD4DC2">
      <w:pPr>
        <w:pStyle w:val="tabletext"/>
      </w:pPr>
    </w:p>
    <w:p w14:paraId="267DF60C" w14:textId="77777777" w:rsidR="00DA0C10" w:rsidRPr="00E16531" w:rsidRDefault="00DA0C10" w:rsidP="00E16531"/>
    <w:p w14:paraId="4954EBEC" w14:textId="77777777" w:rsidR="00DA0C10" w:rsidRPr="00E16531" w:rsidRDefault="00DA0C10" w:rsidP="00E16531">
      <w:pPr>
        <w:pStyle w:val="SidebarP2"/>
      </w:pPr>
    </w:p>
    <w:sectPr w:rsidR="00DA0C10" w:rsidRPr="00E16531" w:rsidSect="00EA546B">
      <w:type w:val="continuous"/>
      <w:pgSz w:w="12240" w:h="15840"/>
      <w:pgMar w:top="1728" w:right="720" w:bottom="1008" w:left="1152" w:header="720" w:footer="360" w:gutter="0"/>
      <w:cols w:num="2" w:space="37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F8B264" w14:textId="77777777" w:rsidR="0074314C" w:rsidRDefault="0074314C" w:rsidP="0018351F">
      <w:r>
        <w:separator/>
      </w:r>
    </w:p>
    <w:p w14:paraId="08E08D5C" w14:textId="77777777" w:rsidR="0074314C" w:rsidRDefault="0074314C"/>
  </w:endnote>
  <w:endnote w:type="continuationSeparator" w:id="0">
    <w:p w14:paraId="5436BA64" w14:textId="77777777" w:rsidR="0074314C" w:rsidRDefault="0074314C" w:rsidP="0018351F">
      <w:r>
        <w:continuationSeparator/>
      </w:r>
    </w:p>
    <w:p w14:paraId="52997820" w14:textId="77777777" w:rsidR="0074314C" w:rsidRDefault="007431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Headings CS)">
    <w:altName w:val="Times New Roman"/>
    <w:panose1 w:val="020B0604020202020204"/>
    <w:charset w:val="00"/>
    <w:family w:val="roman"/>
    <w:notTrueType/>
    <w:pitch w:val="default"/>
  </w:font>
  <w:font w:name="MinionPro-Regular">
    <w:altName w:val="Calibri"/>
    <w:panose1 w:val="020B0604020202020204"/>
    <w:charset w:val="4D"/>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81757807"/>
      <w:docPartObj>
        <w:docPartGallery w:val="Page Numbers (Bottom of Page)"/>
        <w:docPartUnique/>
      </w:docPartObj>
    </w:sdtPr>
    <w:sdtEndPr>
      <w:rPr>
        <w:rStyle w:val="PageNumber"/>
      </w:rPr>
    </w:sdtEndPr>
    <w:sdtContent>
      <w:p w14:paraId="64E10043" w14:textId="77777777" w:rsidR="008D0FC3" w:rsidRDefault="008D0FC3" w:rsidP="00DD5A7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D40214" w14:textId="77777777" w:rsidR="0018351F" w:rsidRDefault="001835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99259760"/>
      <w:docPartObj>
        <w:docPartGallery w:val="Page Numbers (Bottom of Page)"/>
        <w:docPartUnique/>
      </w:docPartObj>
    </w:sdtPr>
    <w:sdtEndPr>
      <w:rPr>
        <w:rStyle w:val="PageNumber"/>
      </w:rPr>
    </w:sdtEndPr>
    <w:sdtContent>
      <w:p w14:paraId="45B9B55E" w14:textId="77777777" w:rsidR="008D0FC3" w:rsidRPr="00C451C1" w:rsidRDefault="008D0FC3" w:rsidP="00DD5A7D">
        <w:pPr>
          <w:pStyle w:val="Footer"/>
          <w:framePr w:wrap="none" w:vAnchor="text" w:hAnchor="margin" w:xAlign="center" w:y="1"/>
          <w:rPr>
            <w:rStyle w:val="PageNumber"/>
          </w:rPr>
        </w:pPr>
        <w:r w:rsidRPr="00C451C1">
          <w:rPr>
            <w:rStyle w:val="PageNumber"/>
          </w:rPr>
          <w:fldChar w:fldCharType="begin"/>
        </w:r>
        <w:r w:rsidRPr="00C451C1">
          <w:rPr>
            <w:rStyle w:val="PageNumber"/>
          </w:rPr>
          <w:instrText xml:space="preserve"> PAGE </w:instrText>
        </w:r>
        <w:r w:rsidRPr="00C451C1">
          <w:rPr>
            <w:rStyle w:val="PageNumber"/>
          </w:rPr>
          <w:fldChar w:fldCharType="separate"/>
        </w:r>
        <w:r w:rsidR="00D01315">
          <w:rPr>
            <w:rStyle w:val="PageNumber"/>
            <w:noProof/>
          </w:rPr>
          <w:t>2</w:t>
        </w:r>
        <w:r w:rsidRPr="00C451C1">
          <w:rPr>
            <w:rStyle w:val="PageNumber"/>
          </w:rPr>
          <w:fldChar w:fldCharType="end"/>
        </w:r>
      </w:p>
    </w:sdtContent>
  </w:sdt>
  <w:p w14:paraId="006FA168" w14:textId="77777777" w:rsidR="0018351F" w:rsidRDefault="001835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267B5" w14:textId="77777777" w:rsidR="00C031C6" w:rsidRPr="00C031C6" w:rsidRDefault="00C031C6" w:rsidP="00C031C6">
    <w:pPr>
      <w:pStyle w:val="Footer"/>
      <w:rPr>
        <w:rFonts w:cs="Arial"/>
        <w:color w:val="808080" w:themeColor="background1" w:themeShade="80"/>
        <w:szCs w:val="18"/>
      </w:rPr>
    </w:pPr>
    <w:r w:rsidRPr="00C031C6">
      <w:rPr>
        <w:rFonts w:cs="Arial"/>
        <w:color w:val="808080" w:themeColor="background1" w:themeShade="80"/>
        <w:szCs w:val="18"/>
      </w:rPr>
      <w:t>Footer text goes here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EE18FE" w14:textId="77777777" w:rsidR="0074314C" w:rsidRDefault="0074314C" w:rsidP="0018351F">
      <w:r>
        <w:separator/>
      </w:r>
    </w:p>
    <w:p w14:paraId="3541B1B3" w14:textId="77777777" w:rsidR="0074314C" w:rsidRDefault="0074314C"/>
  </w:footnote>
  <w:footnote w:type="continuationSeparator" w:id="0">
    <w:p w14:paraId="38E547E7" w14:textId="77777777" w:rsidR="0074314C" w:rsidRDefault="0074314C" w:rsidP="0018351F">
      <w:r>
        <w:continuationSeparator/>
      </w:r>
    </w:p>
    <w:p w14:paraId="4F043857" w14:textId="77777777" w:rsidR="0074314C" w:rsidRDefault="007431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9B512" w14:textId="77777777" w:rsidR="000F0897" w:rsidRDefault="000F08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44676" w14:textId="77777777" w:rsidR="00777B31" w:rsidRDefault="00EA546B" w:rsidP="00013FC3">
    <w:pPr>
      <w:jc w:val="center"/>
    </w:pPr>
    <w:r>
      <w:rPr>
        <w:noProof/>
      </w:rPr>
      <mc:AlternateContent>
        <mc:Choice Requires="wps">
          <w:drawing>
            <wp:anchor distT="0" distB="0" distL="114300" distR="114300" simplePos="0" relativeHeight="251660288" behindDoc="0" locked="0" layoutInCell="1" allowOverlap="1" wp14:anchorId="579BFC9C" wp14:editId="1636D25A">
              <wp:simplePos x="0" y="0"/>
              <wp:positionH relativeFrom="column">
                <wp:posOffset>-561340</wp:posOffset>
              </wp:positionH>
              <wp:positionV relativeFrom="paragraph">
                <wp:posOffset>-220345</wp:posOffset>
              </wp:positionV>
              <wp:extent cx="3570605" cy="268605"/>
              <wp:effectExtent l="0" t="0" r="0" b="0"/>
              <wp:wrapNone/>
              <wp:docPr id="7" name="Text Box 7"/>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2123989A" w14:textId="77777777" w:rsidR="00013FC3" w:rsidRPr="00EA546B" w:rsidRDefault="00013FC3" w:rsidP="00CF7608">
                          <w:pPr>
                            <w:pStyle w:val="Headerleft"/>
                            <w:rPr>
                              <w:b/>
                            </w:rPr>
                          </w:pPr>
                          <w:r w:rsidRPr="00EA546B">
                            <w:rPr>
                              <w:b/>
                            </w:rPr>
                            <w:t>Title of the Article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79BFC9C" id="_x0000_t202" coordsize="21600,21600" o:spt="202" path="m,l,21600r21600,l21600,xe">
              <v:stroke joinstyle="miter"/>
              <v:path gradientshapeok="t" o:connecttype="rect"/>
            </v:shapetype>
            <v:shape id="Text Box 7" o:spid="_x0000_s1032" type="#_x0000_t202" style="position:absolute;left:0;text-align:left;margin-left:-44.2pt;margin-top:-17.35pt;width:281.15pt;height:21.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" filled="f" stroked="f" strokeweight=".5pt">
              <v:textbox>
                <w:txbxContent>
                  <w:p w14:paraId="2123989A" w14:textId="77777777" w:rsidR="00013FC3" w:rsidRPr="00EA546B" w:rsidRDefault="00013FC3" w:rsidP="00CF7608">
                    <w:pPr>
                      <w:pStyle w:val="Headerleft"/>
                      <w:rPr>
                        <w:b/>
                      </w:rPr>
                    </w:pPr>
                    <w:r w:rsidRPr="00EA546B">
                      <w:rPr>
                        <w:b/>
                      </w:rPr>
                      <w:t>Title of the Article</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308CD4" wp14:editId="71977B74">
              <wp:simplePos x="0" y="0"/>
              <wp:positionH relativeFrom="page">
                <wp:posOffset>150471</wp:posOffset>
              </wp:positionH>
              <wp:positionV relativeFrom="paragraph">
                <wp:posOffset>-272005</wp:posOffset>
              </wp:positionV>
              <wp:extent cx="7465406" cy="356235"/>
              <wp:effectExtent l="0" t="0" r="2540" b="0"/>
              <wp:wrapNone/>
              <wp:docPr id="6" name="Rectangle 6"/>
              <wp:cNvGraphicFramePr/>
              <a:graphic xmlns:a="http://schemas.openxmlformats.org/drawingml/2006/main">
                <a:graphicData uri="http://schemas.microsoft.com/office/word/2010/wordprocessingShape">
                  <wps:wsp>
                    <wps:cNvSpPr/>
                    <wps:spPr>
                      <a:xfrm>
                        <a:off x="0" y="0"/>
                        <a:ext cx="7465406" cy="356235"/>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9F0C65" id="Rectangle 6" o:spid="_x0000_s1026" style="position:absolute;margin-left:11.85pt;margin-top:-21.4pt;width:587.85pt;height:28.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" fillcolor="#ffd25d [1942]" stroked="f" strokeweight="1pt">
              <w10:wrap anchorx="page"/>
            </v:rect>
          </w:pict>
        </mc:Fallback>
      </mc:AlternateContent>
    </w:r>
    <w:r>
      <w:rPr>
        <w:noProof/>
      </w:rPr>
      <mc:AlternateContent>
        <mc:Choice Requires="wps">
          <w:drawing>
            <wp:anchor distT="0" distB="0" distL="114300" distR="114300" simplePos="0" relativeHeight="251661312" behindDoc="0" locked="0" layoutInCell="1" allowOverlap="1" wp14:anchorId="5B67F432" wp14:editId="3E100119">
              <wp:simplePos x="0" y="0"/>
              <wp:positionH relativeFrom="column">
                <wp:posOffset>3305030</wp:posOffset>
              </wp:positionH>
              <wp:positionV relativeFrom="paragraph">
                <wp:posOffset>-212090</wp:posOffset>
              </wp:positionV>
              <wp:extent cx="3570605" cy="268605"/>
              <wp:effectExtent l="0" t="0" r="0" b="0"/>
              <wp:wrapNone/>
              <wp:docPr id="9" name="Text Box 9"/>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67F432" id="Text Box 9" o:spid="_x0000_s1033" type="#_x0000_t202" style="position:absolute;left:0;text-align:left;margin-left:260.25pt;margin-top:-16.7pt;width:281.15pt;height:21.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" filled="f" stroked="f" strokeweight=".5pt">
              <v:textbox style="mso-next-textbox:#Text Box 5">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v:textbox>
            </v:shape>
          </w:pict>
        </mc:Fallback>
      </mc:AlternateContent>
    </w:r>
  </w:p>
  <w:p w14:paraId="0BBFEFAB" w14:textId="77777777" w:rsidR="00777B31" w:rsidRDefault="0074314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E4344" w14:textId="77777777" w:rsidR="000F0897" w:rsidRDefault="000F08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BC1974"/>
    <w:multiLevelType w:val="hybridMultilevel"/>
    <w:tmpl w:val="E2187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D0D4799"/>
    <w:multiLevelType w:val="hybridMultilevel"/>
    <w:tmpl w:val="984E77AA"/>
    <w:lvl w:ilvl="0" w:tplc="59A22A70">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2"/>
  </w:num>
  <w:num w:numId="2">
    <w:abstractNumId w:val="0"/>
  </w:num>
  <w:num w:numId="3">
    <w:abstractNumId w:val="1"/>
  </w:num>
  <w:num w:numId="4">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4096" w:nlCheck="1" w:checkStyle="0"/>
  <w:proofState w:spelling="clean" w:grammar="clean"/>
  <w:attachedTemplate r:id="rId1"/>
  <w:stylePaneFormatFilter w:val="B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B16"/>
    <w:rsid w:val="0001222C"/>
    <w:rsid w:val="00013FC3"/>
    <w:rsid w:val="00024ACC"/>
    <w:rsid w:val="00052EFA"/>
    <w:rsid w:val="00054A67"/>
    <w:rsid w:val="00057AFE"/>
    <w:rsid w:val="00065297"/>
    <w:rsid w:val="000765DE"/>
    <w:rsid w:val="000B1D0C"/>
    <w:rsid w:val="000B491E"/>
    <w:rsid w:val="000C4468"/>
    <w:rsid w:val="000C4DFB"/>
    <w:rsid w:val="000F0897"/>
    <w:rsid w:val="000F4DA2"/>
    <w:rsid w:val="001065C2"/>
    <w:rsid w:val="00133C56"/>
    <w:rsid w:val="0014143F"/>
    <w:rsid w:val="0018351F"/>
    <w:rsid w:val="00193DCD"/>
    <w:rsid w:val="001C74B7"/>
    <w:rsid w:val="001F206F"/>
    <w:rsid w:val="002107B5"/>
    <w:rsid w:val="00227FAE"/>
    <w:rsid w:val="0027352E"/>
    <w:rsid w:val="0029770B"/>
    <w:rsid w:val="002B3485"/>
    <w:rsid w:val="002B6E89"/>
    <w:rsid w:val="002C6027"/>
    <w:rsid w:val="002D07AD"/>
    <w:rsid w:val="00312D81"/>
    <w:rsid w:val="003139C0"/>
    <w:rsid w:val="00322B16"/>
    <w:rsid w:val="003A11B3"/>
    <w:rsid w:val="003C1E2D"/>
    <w:rsid w:val="003D72FA"/>
    <w:rsid w:val="003E1450"/>
    <w:rsid w:val="00495907"/>
    <w:rsid w:val="004A311C"/>
    <w:rsid w:val="004B48AB"/>
    <w:rsid w:val="004D6282"/>
    <w:rsid w:val="004D68AE"/>
    <w:rsid w:val="004F768E"/>
    <w:rsid w:val="00516F14"/>
    <w:rsid w:val="00523B58"/>
    <w:rsid w:val="005520DE"/>
    <w:rsid w:val="005601B5"/>
    <w:rsid w:val="005741FC"/>
    <w:rsid w:val="005B4797"/>
    <w:rsid w:val="00600463"/>
    <w:rsid w:val="00605F84"/>
    <w:rsid w:val="00641E35"/>
    <w:rsid w:val="00650891"/>
    <w:rsid w:val="006703A9"/>
    <w:rsid w:val="00672F55"/>
    <w:rsid w:val="006C6FEE"/>
    <w:rsid w:val="006D351F"/>
    <w:rsid w:val="006E4387"/>
    <w:rsid w:val="006F3F6B"/>
    <w:rsid w:val="00731AFD"/>
    <w:rsid w:val="00740765"/>
    <w:rsid w:val="0074314C"/>
    <w:rsid w:val="00744A72"/>
    <w:rsid w:val="007712A6"/>
    <w:rsid w:val="00772972"/>
    <w:rsid w:val="007750B0"/>
    <w:rsid w:val="007965A3"/>
    <w:rsid w:val="007B30FA"/>
    <w:rsid w:val="007B7CEC"/>
    <w:rsid w:val="007C6294"/>
    <w:rsid w:val="007F5686"/>
    <w:rsid w:val="008252EC"/>
    <w:rsid w:val="00825D55"/>
    <w:rsid w:val="0086221A"/>
    <w:rsid w:val="008B5386"/>
    <w:rsid w:val="008D0FC3"/>
    <w:rsid w:val="008D6DE5"/>
    <w:rsid w:val="008E3A65"/>
    <w:rsid w:val="008F0FF9"/>
    <w:rsid w:val="00901EFC"/>
    <w:rsid w:val="00913D74"/>
    <w:rsid w:val="00913F7C"/>
    <w:rsid w:val="009411A3"/>
    <w:rsid w:val="0097224D"/>
    <w:rsid w:val="009E3EE5"/>
    <w:rsid w:val="00A12AB6"/>
    <w:rsid w:val="00A14706"/>
    <w:rsid w:val="00A2103F"/>
    <w:rsid w:val="00A31ACE"/>
    <w:rsid w:val="00A33067"/>
    <w:rsid w:val="00A41205"/>
    <w:rsid w:val="00A4131E"/>
    <w:rsid w:val="00A41EC9"/>
    <w:rsid w:val="00A7728E"/>
    <w:rsid w:val="00AB6D1B"/>
    <w:rsid w:val="00AC6B53"/>
    <w:rsid w:val="00AE0E19"/>
    <w:rsid w:val="00AE49B1"/>
    <w:rsid w:val="00AF1D46"/>
    <w:rsid w:val="00B1563B"/>
    <w:rsid w:val="00B23573"/>
    <w:rsid w:val="00B7429E"/>
    <w:rsid w:val="00B83179"/>
    <w:rsid w:val="00BA585B"/>
    <w:rsid w:val="00BD4DC2"/>
    <w:rsid w:val="00BD7FFE"/>
    <w:rsid w:val="00BE0056"/>
    <w:rsid w:val="00BF2234"/>
    <w:rsid w:val="00BF4785"/>
    <w:rsid w:val="00BF4FA2"/>
    <w:rsid w:val="00C031C6"/>
    <w:rsid w:val="00C2375B"/>
    <w:rsid w:val="00C451C1"/>
    <w:rsid w:val="00C70750"/>
    <w:rsid w:val="00C80994"/>
    <w:rsid w:val="00C905B6"/>
    <w:rsid w:val="00C96127"/>
    <w:rsid w:val="00C96AD3"/>
    <w:rsid w:val="00CA5860"/>
    <w:rsid w:val="00CB6C72"/>
    <w:rsid w:val="00CF1ACD"/>
    <w:rsid w:val="00CF7608"/>
    <w:rsid w:val="00D01315"/>
    <w:rsid w:val="00D21AF8"/>
    <w:rsid w:val="00D334AA"/>
    <w:rsid w:val="00D347BB"/>
    <w:rsid w:val="00D5322D"/>
    <w:rsid w:val="00D735F1"/>
    <w:rsid w:val="00D87C54"/>
    <w:rsid w:val="00DA0C10"/>
    <w:rsid w:val="00DC6BB5"/>
    <w:rsid w:val="00DE01A3"/>
    <w:rsid w:val="00DE4230"/>
    <w:rsid w:val="00DF45FE"/>
    <w:rsid w:val="00DF7E79"/>
    <w:rsid w:val="00E05660"/>
    <w:rsid w:val="00E06E13"/>
    <w:rsid w:val="00E16531"/>
    <w:rsid w:val="00E5661F"/>
    <w:rsid w:val="00E76CF3"/>
    <w:rsid w:val="00E85E4F"/>
    <w:rsid w:val="00EA11A4"/>
    <w:rsid w:val="00EA546B"/>
    <w:rsid w:val="00ED642E"/>
    <w:rsid w:val="00EE2495"/>
    <w:rsid w:val="00EE2BBD"/>
    <w:rsid w:val="00F130AA"/>
    <w:rsid w:val="00F313CA"/>
    <w:rsid w:val="00F37406"/>
    <w:rsid w:val="00F42019"/>
    <w:rsid w:val="00F45E90"/>
    <w:rsid w:val="00F578F3"/>
    <w:rsid w:val="00F60DA9"/>
    <w:rsid w:val="00F8265F"/>
    <w:rsid w:val="00F83729"/>
    <w:rsid w:val="00FD0318"/>
    <w:rsid w:val="00FE4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8923C"/>
  <w15:chartTrackingRefBased/>
  <w15:docId w15:val="{B2D7C569-E698-CA4C-B0D2-E7F37C4C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463"/>
    <w:rPr>
      <w:rFonts w:ascii="Georgia" w:hAnsi="Georgia"/>
      <w:sz w:val="21"/>
    </w:rPr>
  </w:style>
  <w:style w:type="paragraph" w:styleId="Heading1">
    <w:name w:val="heading 1"/>
    <w:basedOn w:val="Normal"/>
    <w:next w:val="Normal"/>
    <w:link w:val="Heading1Char"/>
    <w:autoRedefine/>
    <w:uiPriority w:val="9"/>
    <w:qFormat/>
    <w:rsid w:val="0001222C"/>
    <w:pPr>
      <w:keepNext/>
      <w:spacing w:before="80" w:after="160"/>
      <w:outlineLvl w:val="0"/>
    </w:pPr>
    <w:rPr>
      <w:rFonts w:ascii="Arial" w:hAnsi="Arial"/>
      <w:b/>
      <w:color w:val="008EDF"/>
      <w:sz w:val="40"/>
      <w:szCs w:val="40"/>
    </w:rPr>
  </w:style>
  <w:style w:type="paragraph" w:styleId="Heading2">
    <w:name w:val="heading 2"/>
    <w:basedOn w:val="Normal"/>
    <w:next w:val="P1"/>
    <w:link w:val="Heading2Char"/>
    <w:autoRedefine/>
    <w:uiPriority w:val="9"/>
    <w:unhideWhenUsed/>
    <w:qFormat/>
    <w:rsid w:val="0001222C"/>
    <w:pPr>
      <w:keepNext/>
      <w:keepLines/>
      <w:spacing w:before="320" w:after="120" w:line="264" w:lineRule="auto"/>
      <w:outlineLvl w:val="1"/>
    </w:pPr>
    <w:rPr>
      <w:rFonts w:ascii="Arial" w:eastAsiaTheme="majorEastAsia" w:hAnsi="Arial" w:cs="Times New Roman (Headings CS)"/>
      <w:b/>
      <w:color w:val="0055A2" w:themeColor="accent4"/>
      <w:sz w:val="32"/>
      <w:szCs w:val="32"/>
    </w:rPr>
  </w:style>
  <w:style w:type="paragraph" w:styleId="Heading3">
    <w:name w:val="heading 3"/>
    <w:next w:val="P1"/>
    <w:link w:val="Heading3Char"/>
    <w:autoRedefine/>
    <w:uiPriority w:val="9"/>
    <w:unhideWhenUsed/>
    <w:qFormat/>
    <w:rsid w:val="00D347BB"/>
    <w:pPr>
      <w:keepNext/>
      <w:keepLines/>
      <w:spacing w:before="180" w:after="140" w:line="264" w:lineRule="auto"/>
      <w:outlineLvl w:val="2"/>
    </w:pPr>
    <w:rPr>
      <w:rFonts w:ascii="Arial" w:eastAsia="Times New Roman" w:hAnsi="Arial" w:cs="Times New Roman (Headings CS)"/>
      <w:b/>
      <w:color w:val="000000" w:themeColor="text1"/>
      <w:sz w:val="26"/>
    </w:rPr>
  </w:style>
  <w:style w:type="paragraph" w:styleId="Heading4">
    <w:name w:val="heading 4"/>
    <w:basedOn w:val="Normal"/>
    <w:next w:val="Normal"/>
    <w:link w:val="Heading4Char"/>
    <w:uiPriority w:val="9"/>
    <w:unhideWhenUsed/>
    <w:qFormat/>
    <w:rsid w:val="00BA585B"/>
    <w:pPr>
      <w:keepNext/>
      <w:keepLines/>
      <w:spacing w:before="120" w:after="20" w:line="288" w:lineRule="auto"/>
      <w:outlineLvl w:val="3"/>
    </w:pPr>
    <w:rPr>
      <w:rFonts w:ascii="Arial" w:eastAsiaTheme="majorEastAsia" w:hAnsi="Arial" w:cstheme="majorBidi"/>
      <w:i/>
      <w:iCs/>
      <w:color w:val="767171" w:themeColor="background2" w:themeShade="80"/>
    </w:rPr>
  </w:style>
  <w:style w:type="paragraph" w:styleId="Heading5">
    <w:name w:val="heading 5"/>
    <w:basedOn w:val="Normal"/>
    <w:next w:val="Normal"/>
    <w:link w:val="Heading5Char"/>
    <w:uiPriority w:val="9"/>
    <w:unhideWhenUsed/>
    <w:qFormat/>
    <w:rsid w:val="00BA585B"/>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AB6D1B"/>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222C"/>
    <w:rPr>
      <w:rFonts w:ascii="Arial" w:hAnsi="Arial"/>
      <w:b/>
      <w:color w:val="008EDF"/>
      <w:sz w:val="40"/>
      <w:szCs w:val="40"/>
    </w:rPr>
  </w:style>
  <w:style w:type="character" w:customStyle="1" w:styleId="Heading2Char">
    <w:name w:val="Heading 2 Char"/>
    <w:basedOn w:val="DefaultParagraphFont"/>
    <w:link w:val="Heading2"/>
    <w:uiPriority w:val="9"/>
    <w:rsid w:val="0001222C"/>
    <w:rPr>
      <w:rFonts w:ascii="Arial" w:eastAsiaTheme="majorEastAsia" w:hAnsi="Arial" w:cs="Times New Roman (Headings CS)"/>
      <w:b/>
      <w:color w:val="0055A2" w:themeColor="accent4"/>
      <w:sz w:val="32"/>
      <w:szCs w:val="32"/>
    </w:rPr>
  </w:style>
  <w:style w:type="paragraph" w:customStyle="1" w:styleId="BasicParagraph">
    <w:name w:val="[Basic Paragraph]"/>
    <w:basedOn w:val="Normal"/>
    <w:uiPriority w:val="99"/>
    <w:rsid w:val="00BE0056"/>
    <w:pPr>
      <w:autoSpaceDE w:val="0"/>
      <w:autoSpaceDN w:val="0"/>
      <w:adjustRightInd w:val="0"/>
      <w:spacing w:line="288" w:lineRule="auto"/>
      <w:textAlignment w:val="center"/>
    </w:pPr>
    <w:rPr>
      <w:rFonts w:ascii="Arial" w:hAnsi="Arial" w:cs="MinionPro-Regular"/>
      <w:color w:val="000000"/>
    </w:rPr>
  </w:style>
  <w:style w:type="paragraph" w:customStyle="1" w:styleId="P1">
    <w:name w:val="P1"/>
    <w:next w:val="P2"/>
    <w:autoRedefine/>
    <w:qFormat/>
    <w:rsid w:val="00EE249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F45E90"/>
    <w:pPr>
      <w:spacing w:before="120" w:after="120"/>
      <w:ind w:firstLine="360"/>
    </w:pPr>
  </w:style>
  <w:style w:type="table" w:styleId="TableGrid">
    <w:name w:val="Table Grid"/>
    <w:basedOn w:val="TableNormal"/>
    <w:uiPriority w:val="39"/>
    <w:rsid w:val="007B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right"/>
    <w:basedOn w:val="Normal"/>
    <w:link w:val="HeaderChar"/>
    <w:uiPriority w:val="99"/>
    <w:unhideWhenUsed/>
    <w:qFormat/>
    <w:rsid w:val="00CF7608"/>
    <w:pPr>
      <w:spacing w:after="100" w:line="288" w:lineRule="auto"/>
      <w:ind w:right="86"/>
      <w:jc w:val="right"/>
    </w:pPr>
    <w:rPr>
      <w:rFonts w:ascii="Arial" w:hAnsi="Arial" w:cs="Arial"/>
      <w:noProof/>
      <w:color w:val="0055A2" w:themeColor="accent4"/>
      <w:sz w:val="18"/>
      <w:szCs w:val="16"/>
    </w:rPr>
  </w:style>
  <w:style w:type="character" w:styleId="Hyperlink">
    <w:name w:val="Hyperlink"/>
    <w:basedOn w:val="DefaultParagraphFont"/>
    <w:uiPriority w:val="99"/>
    <w:rsid w:val="00D21AF8"/>
    <w:rPr>
      <w:color w:val="0000FF"/>
      <w:u w:val="single"/>
    </w:rPr>
  </w:style>
  <w:style w:type="paragraph" w:customStyle="1" w:styleId="Backmatter">
    <w:name w:val="Back matter"/>
    <w:basedOn w:val="Normal"/>
    <w:qFormat/>
    <w:rsid w:val="00BA585B"/>
    <w:pPr>
      <w:spacing w:after="60" w:line="288" w:lineRule="auto"/>
      <w:ind w:right="86"/>
    </w:pPr>
    <w:rPr>
      <w:rFonts w:ascii="Arial" w:hAnsi="Arial" w:cs="Arial"/>
      <w:noProof/>
      <w:sz w:val="18"/>
      <w:szCs w:val="16"/>
    </w:rPr>
  </w:style>
  <w:style w:type="paragraph" w:customStyle="1" w:styleId="Figurecaption">
    <w:name w:val="Figure caption"/>
    <w:basedOn w:val="Normal"/>
    <w:rsid w:val="00D735F1"/>
    <w:pPr>
      <w:suppressAutoHyphens/>
    </w:pPr>
    <w:rPr>
      <w:rFonts w:ascii="Arial" w:eastAsia="Times New Roman" w:hAnsi="Arial" w:cs="Times New Roman"/>
      <w:i/>
      <w:sz w:val="18"/>
      <w:szCs w:val="20"/>
    </w:rPr>
  </w:style>
  <w:style w:type="character" w:styleId="PageNumber">
    <w:name w:val="page number"/>
    <w:basedOn w:val="DefaultParagraphFont"/>
    <w:rsid w:val="00C451C1"/>
    <w:rPr>
      <w:rFonts w:ascii="Arial" w:hAnsi="Arial"/>
      <w:sz w:val="20"/>
    </w:rPr>
  </w:style>
  <w:style w:type="paragraph" w:customStyle="1" w:styleId="References">
    <w:name w:val="References"/>
    <w:basedOn w:val="P1"/>
    <w:qFormat/>
    <w:rsid w:val="00DC6BB5"/>
    <w:pPr>
      <w:suppressAutoHyphens/>
      <w:ind w:left="720" w:hanging="720"/>
    </w:pPr>
    <w:rPr>
      <w:rFonts w:eastAsia="Times New Roman" w:cs="Times New Roman"/>
    </w:rPr>
  </w:style>
  <w:style w:type="character" w:styleId="Strong">
    <w:name w:val="Strong"/>
    <w:basedOn w:val="DefaultParagraphFont"/>
    <w:uiPriority w:val="22"/>
    <w:qFormat/>
    <w:rsid w:val="00D21AF8"/>
    <w:rPr>
      <w:b/>
      <w:bCs/>
    </w:rPr>
  </w:style>
  <w:style w:type="paragraph" w:customStyle="1" w:styleId="Authorbox">
    <w:name w:val="Author box"/>
    <w:basedOn w:val="Normal"/>
    <w:qFormat/>
    <w:rsid w:val="00C905B6"/>
    <w:pPr>
      <w:suppressAutoHyphens/>
      <w:spacing w:line="276" w:lineRule="auto"/>
    </w:pPr>
    <w:rPr>
      <w:rFonts w:ascii="Arial" w:eastAsia="Times New Roman" w:hAnsi="Arial" w:cs="Times New Roman"/>
      <w:bCs/>
      <w:i/>
      <w:iCs/>
      <w:sz w:val="20"/>
      <w:szCs w:val="20"/>
    </w:rPr>
  </w:style>
  <w:style w:type="paragraph" w:customStyle="1" w:styleId="Notes">
    <w:name w:val="Notes"/>
    <w:basedOn w:val="Authorbox"/>
    <w:qFormat/>
    <w:rsid w:val="00605F84"/>
    <w:pPr>
      <w:spacing w:after="60"/>
    </w:pPr>
    <w:rPr>
      <w:sz w:val="16"/>
    </w:rPr>
  </w:style>
  <w:style w:type="paragraph" w:customStyle="1" w:styleId="tablespannerhead">
    <w:name w:val="table spanner head"/>
    <w:qFormat/>
    <w:rsid w:val="004D68AE"/>
    <w:pPr>
      <w:spacing w:before="60" w:after="40"/>
      <w:jc w:val="center"/>
    </w:pPr>
    <w:rPr>
      <w:rFonts w:ascii="Arial" w:hAnsi="Arial" w:cs="Arial"/>
      <w:b/>
      <w:sz w:val="19"/>
      <w:szCs w:val="19"/>
    </w:rPr>
  </w:style>
  <w:style w:type="paragraph" w:customStyle="1" w:styleId="SidebarP1">
    <w:name w:val="Sidebar P1"/>
    <w:basedOn w:val="Normal"/>
    <w:qFormat/>
    <w:rsid w:val="00EE2495"/>
    <w:pPr>
      <w:spacing w:after="80" w:line="312" w:lineRule="auto"/>
      <w:ind w:right="86"/>
    </w:pPr>
    <w:rPr>
      <w:rFonts w:ascii="Arial" w:eastAsia="Times New Roman" w:hAnsi="Arial" w:cs="Arial"/>
      <w:color w:val="000000"/>
      <w:kern w:val="28"/>
      <w:sz w:val="20"/>
      <w:szCs w:val="21"/>
      <w14:cntxtAlts/>
    </w:rPr>
  </w:style>
  <w:style w:type="paragraph" w:customStyle="1" w:styleId="Sidebarmath">
    <w:name w:val="Sidebar math"/>
    <w:basedOn w:val="Normal"/>
    <w:qFormat/>
    <w:rsid w:val="005520DE"/>
    <w:pPr>
      <w:spacing w:before="60" w:after="60"/>
      <w:jc w:val="center"/>
    </w:pPr>
    <w:rPr>
      <w:rFonts w:ascii="Arial" w:hAnsi="Arial"/>
      <w:b/>
      <w:sz w:val="20"/>
      <w:szCs w:val="22"/>
    </w:rPr>
  </w:style>
  <w:style w:type="paragraph" w:customStyle="1" w:styleId="Sidebarlist">
    <w:name w:val="Sidebar list"/>
    <w:basedOn w:val="Sidebarmath"/>
    <w:qFormat/>
    <w:rsid w:val="00D21AF8"/>
  </w:style>
  <w:style w:type="character" w:customStyle="1" w:styleId="HeaderChar">
    <w:name w:val="Header Char"/>
    <w:aliases w:val="Header right Char"/>
    <w:basedOn w:val="DefaultParagraphFont"/>
    <w:link w:val="Header"/>
    <w:uiPriority w:val="99"/>
    <w:rsid w:val="00CF7608"/>
    <w:rPr>
      <w:rFonts w:ascii="Arial" w:hAnsi="Arial" w:cs="Arial"/>
      <w:noProof/>
      <w:color w:val="0055A2" w:themeColor="accent4"/>
      <w:sz w:val="18"/>
      <w:szCs w:val="16"/>
    </w:rPr>
  </w:style>
  <w:style w:type="paragraph" w:styleId="Footer">
    <w:name w:val="footer"/>
    <w:basedOn w:val="Normal"/>
    <w:link w:val="FooterChar"/>
    <w:uiPriority w:val="99"/>
    <w:unhideWhenUsed/>
    <w:qFormat/>
    <w:rsid w:val="00BE005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BE0056"/>
    <w:rPr>
      <w:rFonts w:ascii="Arial" w:hAnsi="Arial"/>
      <w:sz w:val="18"/>
    </w:rPr>
  </w:style>
  <w:style w:type="character" w:customStyle="1" w:styleId="Heading3Char">
    <w:name w:val="Heading 3 Char"/>
    <w:basedOn w:val="DefaultParagraphFont"/>
    <w:link w:val="Heading3"/>
    <w:uiPriority w:val="9"/>
    <w:rsid w:val="00D347BB"/>
    <w:rPr>
      <w:rFonts w:ascii="Arial" w:eastAsia="Times New Roman" w:hAnsi="Arial" w:cs="Times New Roman (Headings CS)"/>
      <w:b/>
      <w:color w:val="000000" w:themeColor="text1"/>
      <w:sz w:val="26"/>
    </w:rPr>
  </w:style>
  <w:style w:type="paragraph" w:styleId="ListParagraph">
    <w:name w:val="List Paragraph"/>
    <w:basedOn w:val="Normal"/>
    <w:uiPriority w:val="34"/>
    <w:qFormat/>
    <w:rsid w:val="00024ACC"/>
    <w:pPr>
      <w:ind w:left="720"/>
      <w:contextualSpacing/>
    </w:pPr>
  </w:style>
  <w:style w:type="paragraph" w:customStyle="1" w:styleId="Orderedlist">
    <w:name w:val="Ordered list"/>
    <w:basedOn w:val="P1"/>
    <w:qFormat/>
    <w:rsid w:val="004B48AB"/>
    <w:pPr>
      <w:numPr>
        <w:numId w:val="1"/>
      </w:numPr>
      <w:spacing w:before="60" w:after="100"/>
      <w:ind w:left="648"/>
    </w:pPr>
  </w:style>
  <w:style w:type="paragraph" w:customStyle="1" w:styleId="Bulletlist">
    <w:name w:val="Bullet list"/>
    <w:basedOn w:val="P1"/>
    <w:qFormat/>
    <w:rsid w:val="004B48AB"/>
    <w:pPr>
      <w:numPr>
        <w:numId w:val="3"/>
      </w:numPr>
      <w:spacing w:before="60" w:after="100"/>
      <w:ind w:left="648"/>
    </w:pPr>
  </w:style>
  <w:style w:type="paragraph" w:customStyle="1" w:styleId="tabletext">
    <w:name w:val="table text"/>
    <w:basedOn w:val="Normal"/>
    <w:qFormat/>
    <w:rsid w:val="00F42019"/>
    <w:pPr>
      <w:spacing w:before="60" w:line="276" w:lineRule="auto"/>
    </w:pPr>
    <w:rPr>
      <w:rFonts w:ascii="Arial" w:hAnsi="Arial" w:cs="Arial"/>
      <w:sz w:val="18"/>
      <w:szCs w:val="20"/>
    </w:rPr>
  </w:style>
  <w:style w:type="paragraph" w:customStyle="1" w:styleId="Tableandfiguretitle">
    <w:name w:val="Table and figure title"/>
    <w:basedOn w:val="tablespannerhead"/>
    <w:qFormat/>
    <w:rsid w:val="00516F14"/>
    <w:pPr>
      <w:jc w:val="left"/>
    </w:pPr>
    <w:rPr>
      <w:sz w:val="22"/>
      <w:szCs w:val="22"/>
    </w:rPr>
  </w:style>
  <w:style w:type="paragraph" w:customStyle="1" w:styleId="Tableheaderrow">
    <w:name w:val="Table header row"/>
    <w:basedOn w:val="tablespannerhead"/>
    <w:qFormat/>
    <w:rsid w:val="00F42019"/>
    <w:rPr>
      <w:sz w:val="18"/>
      <w:szCs w:val="20"/>
    </w:rPr>
  </w:style>
  <w:style w:type="paragraph" w:customStyle="1" w:styleId="SideBarTitle">
    <w:name w:val="Side Bar Title"/>
    <w:next w:val="SidebarP1"/>
    <w:qFormat/>
    <w:rsid w:val="008E3A65"/>
    <w:pPr>
      <w:spacing w:after="120"/>
    </w:pPr>
    <w:rPr>
      <w:rFonts w:ascii="Arial" w:hAnsi="Arial" w:cs="Arial"/>
      <w:i/>
      <w:iCs/>
      <w:sz w:val="28"/>
      <w:szCs w:val="28"/>
    </w:rPr>
  </w:style>
  <w:style w:type="paragraph" w:customStyle="1" w:styleId="SidebarP2">
    <w:name w:val="Sidebar P2"/>
    <w:basedOn w:val="SidebarP1"/>
    <w:qFormat/>
    <w:rsid w:val="00EA11A4"/>
    <w:pPr>
      <w:spacing w:before="60"/>
      <w:ind w:firstLine="288"/>
    </w:pPr>
  </w:style>
  <w:style w:type="table" w:styleId="PlainTable1">
    <w:name w:val="Plain Table 1"/>
    <w:basedOn w:val="TableNormal"/>
    <w:uiPriority w:val="41"/>
    <w:rsid w:val="00516F1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516F1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516F1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16F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16F1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16F1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516F1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16F14"/>
    <w:tblPr>
      <w:tblStyleRowBandSize w:val="1"/>
      <w:tblStyleColBandSize w:val="1"/>
      <w:tblBorders>
        <w:top w:val="single" w:sz="4" w:space="0" w:color="7FD1FF" w:themeColor="accent1" w:themeTint="66"/>
        <w:left w:val="single" w:sz="4" w:space="0" w:color="7FD1FF" w:themeColor="accent1" w:themeTint="66"/>
        <w:bottom w:val="single" w:sz="4" w:space="0" w:color="7FD1FF" w:themeColor="accent1" w:themeTint="66"/>
        <w:right w:val="single" w:sz="4" w:space="0" w:color="7FD1FF" w:themeColor="accent1" w:themeTint="66"/>
        <w:insideH w:val="single" w:sz="4" w:space="0" w:color="7FD1FF" w:themeColor="accent1" w:themeTint="66"/>
        <w:insideV w:val="single" w:sz="4" w:space="0" w:color="7FD1FF" w:themeColor="accent1" w:themeTint="66"/>
      </w:tblBorders>
    </w:tblPr>
    <w:tblStylePr w:type="firstRow">
      <w:rPr>
        <w:b/>
        <w:bCs/>
      </w:rPr>
      <w:tblPr/>
      <w:tcPr>
        <w:tcBorders>
          <w:bottom w:val="single" w:sz="12" w:space="0" w:color="40BAFF" w:themeColor="accent1" w:themeTint="99"/>
        </w:tcBorders>
      </w:tcPr>
    </w:tblStylePr>
    <w:tblStylePr w:type="lastRow">
      <w:rPr>
        <w:b/>
        <w:bCs/>
      </w:rPr>
      <w:tblPr/>
      <w:tcPr>
        <w:tcBorders>
          <w:top w:val="double" w:sz="2" w:space="0" w:color="40BA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16F14"/>
    <w:tblPr>
      <w:tblStyleRowBandSize w:val="1"/>
      <w:tblStyleColBandSize w:val="1"/>
      <w:tblBorders>
        <w:top w:val="single" w:sz="4" w:space="0" w:color="D8ECA0" w:themeColor="accent2" w:themeTint="66"/>
        <w:left w:val="single" w:sz="4" w:space="0" w:color="D8ECA0" w:themeColor="accent2" w:themeTint="66"/>
        <w:bottom w:val="single" w:sz="4" w:space="0" w:color="D8ECA0" w:themeColor="accent2" w:themeTint="66"/>
        <w:right w:val="single" w:sz="4" w:space="0" w:color="D8ECA0" w:themeColor="accent2" w:themeTint="66"/>
        <w:insideH w:val="single" w:sz="4" w:space="0" w:color="D8ECA0" w:themeColor="accent2" w:themeTint="66"/>
        <w:insideV w:val="single" w:sz="4" w:space="0" w:color="D8ECA0" w:themeColor="accent2" w:themeTint="66"/>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2" w:space="0" w:color="C5E27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16F14"/>
    <w:tblPr>
      <w:tblStyleRowBandSize w:val="1"/>
      <w:tblStyleColBandSize w:val="1"/>
      <w:tblBorders>
        <w:top w:val="single" w:sz="4" w:space="0" w:color="FFE193" w:themeColor="accent3" w:themeTint="66"/>
        <w:left w:val="single" w:sz="4" w:space="0" w:color="FFE193" w:themeColor="accent3" w:themeTint="66"/>
        <w:bottom w:val="single" w:sz="4" w:space="0" w:color="FFE193" w:themeColor="accent3" w:themeTint="66"/>
        <w:right w:val="single" w:sz="4" w:space="0" w:color="FFE193" w:themeColor="accent3" w:themeTint="66"/>
        <w:insideH w:val="single" w:sz="4" w:space="0" w:color="FFE193" w:themeColor="accent3" w:themeTint="66"/>
        <w:insideV w:val="single" w:sz="4" w:space="0" w:color="FFE193" w:themeColor="accent3" w:themeTint="66"/>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2" w:space="0" w:color="FFD25D"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16F14"/>
    <w:tblPr>
      <w:tblStyleRowBandSize w:val="1"/>
      <w:tblStyleColBandSize w:val="1"/>
      <w:tblBorders>
        <w:top w:val="single" w:sz="4" w:space="0" w:color="73BCFF" w:themeColor="accent4" w:themeTint="66"/>
        <w:left w:val="single" w:sz="4" w:space="0" w:color="73BCFF" w:themeColor="accent4" w:themeTint="66"/>
        <w:bottom w:val="single" w:sz="4" w:space="0" w:color="73BCFF" w:themeColor="accent4" w:themeTint="66"/>
        <w:right w:val="single" w:sz="4" w:space="0" w:color="73BCFF" w:themeColor="accent4" w:themeTint="66"/>
        <w:insideH w:val="single" w:sz="4" w:space="0" w:color="73BCFF" w:themeColor="accent4" w:themeTint="66"/>
        <w:insideV w:val="single" w:sz="4" w:space="0" w:color="73BCFF" w:themeColor="accent4" w:themeTint="66"/>
      </w:tblBorders>
    </w:tblPr>
    <w:tblStylePr w:type="firstRow">
      <w:rPr>
        <w:b/>
        <w:bCs/>
      </w:rPr>
      <w:tblPr/>
      <w:tcPr>
        <w:tcBorders>
          <w:bottom w:val="single" w:sz="12" w:space="0" w:color="2E9BFF" w:themeColor="accent4" w:themeTint="99"/>
        </w:tcBorders>
      </w:tcPr>
    </w:tblStylePr>
    <w:tblStylePr w:type="lastRow">
      <w:rPr>
        <w:b/>
        <w:bCs/>
      </w:rPr>
      <w:tblPr/>
      <w:tcPr>
        <w:tcBorders>
          <w:top w:val="double" w:sz="2" w:space="0" w:color="2E9B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16F14"/>
    <w:tblPr>
      <w:tblStyleRowBandSize w:val="1"/>
      <w:tblStyleColBandSize w:val="1"/>
      <w:tblBorders>
        <w:top w:val="single" w:sz="4" w:space="0" w:color="EDA6A3" w:themeColor="accent5" w:themeTint="66"/>
        <w:left w:val="single" w:sz="4" w:space="0" w:color="EDA6A3" w:themeColor="accent5" w:themeTint="66"/>
        <w:bottom w:val="single" w:sz="4" w:space="0" w:color="EDA6A3" w:themeColor="accent5" w:themeTint="66"/>
        <w:right w:val="single" w:sz="4" w:space="0" w:color="EDA6A3" w:themeColor="accent5" w:themeTint="66"/>
        <w:insideH w:val="single" w:sz="4" w:space="0" w:color="EDA6A3" w:themeColor="accent5" w:themeTint="66"/>
        <w:insideV w:val="single" w:sz="4" w:space="0" w:color="EDA6A3" w:themeColor="accent5" w:themeTint="66"/>
      </w:tblBorders>
    </w:tblPr>
    <w:tblStylePr w:type="firstRow">
      <w:rPr>
        <w:b/>
        <w:bCs/>
      </w:rPr>
      <w:tblPr/>
      <w:tcPr>
        <w:tcBorders>
          <w:bottom w:val="single" w:sz="12" w:space="0" w:color="E47B76" w:themeColor="accent5" w:themeTint="99"/>
        </w:tcBorders>
      </w:tcPr>
    </w:tblStylePr>
    <w:tblStylePr w:type="lastRow">
      <w:rPr>
        <w:b/>
        <w:bCs/>
      </w:rPr>
      <w:tblPr/>
      <w:tcPr>
        <w:tcBorders>
          <w:top w:val="double" w:sz="2" w:space="0" w:color="E47B76" w:themeColor="accent5" w:themeTint="99"/>
        </w:tcBorders>
      </w:tcPr>
    </w:tblStylePr>
    <w:tblStylePr w:type="firstCol">
      <w:rPr>
        <w:b/>
        <w:bCs/>
      </w:rPr>
    </w:tblStylePr>
    <w:tblStylePr w:type="lastCol">
      <w:rPr>
        <w:b/>
        <w:bCs/>
      </w:rPr>
    </w:tblStylePr>
  </w:style>
  <w:style w:type="table" w:styleId="GridTable3-Accent6">
    <w:name w:val="Grid Table 3 Accent 6"/>
    <w:basedOn w:val="TableNormal"/>
    <w:uiPriority w:val="48"/>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insideV w:val="single" w:sz="4" w:space="0" w:color="D4C18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bottom w:val="single" w:sz="4" w:space="0" w:color="D4C188" w:themeColor="accent6" w:themeTint="99"/>
        </w:tcBorders>
      </w:tcPr>
    </w:tblStylePr>
    <w:tblStylePr w:type="nwCell">
      <w:tblPr/>
      <w:tcPr>
        <w:tcBorders>
          <w:bottom w:val="single" w:sz="4" w:space="0" w:color="D4C188" w:themeColor="accent6" w:themeTint="99"/>
        </w:tcBorders>
      </w:tcPr>
    </w:tblStylePr>
    <w:tblStylePr w:type="seCell">
      <w:tblPr/>
      <w:tcPr>
        <w:tcBorders>
          <w:top w:val="single" w:sz="4" w:space="0" w:color="D4C188" w:themeColor="accent6" w:themeTint="99"/>
        </w:tcBorders>
      </w:tcPr>
    </w:tblStylePr>
    <w:tblStylePr w:type="swCell">
      <w:tblPr/>
      <w:tcPr>
        <w:tcBorders>
          <w:top w:val="single" w:sz="4" w:space="0" w:color="D4C188" w:themeColor="accent6" w:themeTint="99"/>
        </w:tcBorders>
      </w:tcPr>
    </w:tblStylePr>
  </w:style>
  <w:style w:type="table" w:styleId="GridTable3-Accent5">
    <w:name w:val="Grid Table 3 Accent 5"/>
    <w:basedOn w:val="TableNormal"/>
    <w:uiPriority w:val="48"/>
    <w:rsid w:val="00516F14"/>
    <w:tblPr>
      <w:tblStyleRowBandSize w:val="1"/>
      <w:tblStyleColBandSize w:val="1"/>
      <w:tblBorders>
        <w:top w:val="single" w:sz="4" w:space="0" w:color="E47B76" w:themeColor="accent5" w:themeTint="99"/>
        <w:left w:val="single" w:sz="4" w:space="0" w:color="E47B76" w:themeColor="accent5" w:themeTint="99"/>
        <w:bottom w:val="single" w:sz="4" w:space="0" w:color="E47B76" w:themeColor="accent5" w:themeTint="99"/>
        <w:right w:val="single" w:sz="4" w:space="0" w:color="E47B76" w:themeColor="accent5" w:themeTint="99"/>
        <w:insideH w:val="single" w:sz="4" w:space="0" w:color="E47B76" w:themeColor="accent5" w:themeTint="99"/>
        <w:insideV w:val="single" w:sz="4" w:space="0" w:color="E47B7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2D1" w:themeFill="accent5" w:themeFillTint="33"/>
      </w:tcPr>
    </w:tblStylePr>
    <w:tblStylePr w:type="band1Horz">
      <w:tblPr/>
      <w:tcPr>
        <w:shd w:val="clear" w:color="auto" w:fill="F6D2D1" w:themeFill="accent5" w:themeFillTint="33"/>
      </w:tcPr>
    </w:tblStylePr>
    <w:tblStylePr w:type="neCell">
      <w:tblPr/>
      <w:tcPr>
        <w:tcBorders>
          <w:bottom w:val="single" w:sz="4" w:space="0" w:color="E47B76" w:themeColor="accent5" w:themeTint="99"/>
        </w:tcBorders>
      </w:tcPr>
    </w:tblStylePr>
    <w:tblStylePr w:type="nwCell">
      <w:tblPr/>
      <w:tcPr>
        <w:tcBorders>
          <w:bottom w:val="single" w:sz="4" w:space="0" w:color="E47B76" w:themeColor="accent5" w:themeTint="99"/>
        </w:tcBorders>
      </w:tcPr>
    </w:tblStylePr>
    <w:tblStylePr w:type="seCell">
      <w:tblPr/>
      <w:tcPr>
        <w:tcBorders>
          <w:top w:val="single" w:sz="4" w:space="0" w:color="E47B76" w:themeColor="accent5" w:themeTint="99"/>
        </w:tcBorders>
      </w:tcPr>
    </w:tblStylePr>
    <w:tblStylePr w:type="swCell">
      <w:tblPr/>
      <w:tcPr>
        <w:tcBorders>
          <w:top w:val="single" w:sz="4" w:space="0" w:color="E47B76" w:themeColor="accent5" w:themeTint="99"/>
        </w:tcBorders>
      </w:tcPr>
    </w:tblStylePr>
  </w:style>
  <w:style w:type="table" w:styleId="GridTable3-Accent4">
    <w:name w:val="Grid Table 3 Accent 4"/>
    <w:basedOn w:val="TableNormal"/>
    <w:uiPriority w:val="48"/>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DDFF" w:themeFill="accent4" w:themeFillTint="33"/>
      </w:tcPr>
    </w:tblStylePr>
    <w:tblStylePr w:type="band1Horz">
      <w:tblPr/>
      <w:tcPr>
        <w:shd w:val="clear" w:color="auto" w:fill="B9DDFF" w:themeFill="accent4" w:themeFillTint="33"/>
      </w:tcPr>
    </w:tblStylePr>
    <w:tblStylePr w:type="neCell">
      <w:tblPr/>
      <w:tcPr>
        <w:tcBorders>
          <w:bottom w:val="single" w:sz="4" w:space="0" w:color="2E9BFF" w:themeColor="accent4" w:themeTint="99"/>
        </w:tcBorders>
      </w:tcPr>
    </w:tblStylePr>
    <w:tblStylePr w:type="nwCell">
      <w:tblPr/>
      <w:tcPr>
        <w:tcBorders>
          <w:bottom w:val="single" w:sz="4" w:space="0" w:color="2E9BFF" w:themeColor="accent4" w:themeTint="99"/>
        </w:tcBorders>
      </w:tcPr>
    </w:tblStylePr>
    <w:tblStylePr w:type="seCell">
      <w:tblPr/>
      <w:tcPr>
        <w:tcBorders>
          <w:top w:val="single" w:sz="4" w:space="0" w:color="2E9BFF" w:themeColor="accent4" w:themeTint="99"/>
        </w:tcBorders>
      </w:tcPr>
    </w:tblStylePr>
    <w:tblStylePr w:type="swCell">
      <w:tblPr/>
      <w:tcPr>
        <w:tcBorders>
          <w:top w:val="single" w:sz="4" w:space="0" w:color="2E9BFF" w:themeColor="accent4" w:themeTint="99"/>
        </w:tcBorders>
      </w:tcPr>
    </w:tblStylePr>
  </w:style>
  <w:style w:type="table" w:styleId="ListTable3">
    <w:name w:val="List Table 3"/>
    <w:basedOn w:val="TableNormal"/>
    <w:uiPriority w:val="48"/>
    <w:rsid w:val="00516F1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16F14"/>
    <w:tblPr>
      <w:tblStyleRowBandSize w:val="1"/>
      <w:tblStyleColBandSize w:val="1"/>
      <w:tblBorders>
        <w:top w:val="single" w:sz="4" w:space="0" w:color="007CC0" w:themeColor="accent1"/>
        <w:left w:val="single" w:sz="4" w:space="0" w:color="007CC0" w:themeColor="accent1"/>
        <w:bottom w:val="single" w:sz="4" w:space="0" w:color="007CC0" w:themeColor="accent1"/>
        <w:right w:val="single" w:sz="4" w:space="0" w:color="007CC0" w:themeColor="accent1"/>
      </w:tblBorders>
    </w:tblPr>
    <w:tblStylePr w:type="firstRow">
      <w:rPr>
        <w:b/>
        <w:bCs/>
        <w:color w:val="FFFFFF" w:themeColor="background1"/>
      </w:rPr>
      <w:tblPr/>
      <w:tcPr>
        <w:shd w:val="clear" w:color="auto" w:fill="007CC0" w:themeFill="accent1"/>
      </w:tcPr>
    </w:tblStylePr>
    <w:tblStylePr w:type="lastRow">
      <w:rPr>
        <w:b/>
        <w:bCs/>
      </w:rPr>
      <w:tblPr/>
      <w:tcPr>
        <w:tcBorders>
          <w:top w:val="double" w:sz="4" w:space="0" w:color="007CC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CC0" w:themeColor="accent1"/>
          <w:right w:val="single" w:sz="4" w:space="0" w:color="007CC0" w:themeColor="accent1"/>
        </w:tcBorders>
      </w:tcPr>
    </w:tblStylePr>
    <w:tblStylePr w:type="band1Horz">
      <w:tblPr/>
      <w:tcPr>
        <w:tcBorders>
          <w:top w:val="single" w:sz="4" w:space="0" w:color="007CC0" w:themeColor="accent1"/>
          <w:bottom w:val="single" w:sz="4" w:space="0" w:color="007CC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CC0" w:themeColor="accent1"/>
          <w:left w:val="nil"/>
        </w:tcBorders>
      </w:tcPr>
    </w:tblStylePr>
    <w:tblStylePr w:type="swCell">
      <w:tblPr/>
      <w:tcPr>
        <w:tcBorders>
          <w:top w:val="double" w:sz="4" w:space="0" w:color="007CC0" w:themeColor="accent1"/>
          <w:right w:val="nil"/>
        </w:tcBorders>
      </w:tcPr>
    </w:tblStylePr>
  </w:style>
  <w:style w:type="table" w:styleId="ListTable3-Accent2">
    <w:name w:val="List Table 3 Accent 2"/>
    <w:basedOn w:val="TableNormal"/>
    <w:uiPriority w:val="48"/>
    <w:rsid w:val="00516F14"/>
    <w:tblPr>
      <w:tblStyleRowBandSize w:val="1"/>
      <w:tblStyleColBandSize w:val="1"/>
      <w:tblBorders>
        <w:top w:val="single" w:sz="4" w:space="0" w:color="97BD26" w:themeColor="accent2"/>
        <w:left w:val="single" w:sz="4" w:space="0" w:color="97BD26" w:themeColor="accent2"/>
        <w:bottom w:val="single" w:sz="4" w:space="0" w:color="97BD26" w:themeColor="accent2"/>
        <w:right w:val="single" w:sz="4" w:space="0" w:color="97BD26" w:themeColor="accent2"/>
      </w:tblBorders>
    </w:tblPr>
    <w:tblStylePr w:type="firstRow">
      <w:rPr>
        <w:b/>
        <w:bCs/>
        <w:color w:val="FFFFFF" w:themeColor="background1"/>
      </w:rPr>
      <w:tblPr/>
      <w:tcPr>
        <w:shd w:val="clear" w:color="auto" w:fill="97BD26" w:themeFill="accent2"/>
      </w:tcPr>
    </w:tblStylePr>
    <w:tblStylePr w:type="lastRow">
      <w:rPr>
        <w:b/>
        <w:bCs/>
      </w:rPr>
      <w:tblPr/>
      <w:tcPr>
        <w:tcBorders>
          <w:top w:val="double" w:sz="4" w:space="0" w:color="97BD2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BD26" w:themeColor="accent2"/>
          <w:right w:val="single" w:sz="4" w:space="0" w:color="97BD26" w:themeColor="accent2"/>
        </w:tcBorders>
      </w:tcPr>
    </w:tblStylePr>
    <w:tblStylePr w:type="band1Horz">
      <w:tblPr/>
      <w:tcPr>
        <w:tcBorders>
          <w:top w:val="single" w:sz="4" w:space="0" w:color="97BD26" w:themeColor="accent2"/>
          <w:bottom w:val="single" w:sz="4" w:space="0" w:color="97BD2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BD26" w:themeColor="accent2"/>
          <w:left w:val="nil"/>
        </w:tcBorders>
      </w:tcPr>
    </w:tblStylePr>
    <w:tblStylePr w:type="swCell">
      <w:tblPr/>
      <w:tcPr>
        <w:tcBorders>
          <w:top w:val="double" w:sz="4" w:space="0" w:color="97BD26" w:themeColor="accent2"/>
          <w:right w:val="nil"/>
        </w:tcBorders>
      </w:tcPr>
    </w:tblStylePr>
  </w:style>
  <w:style w:type="table" w:styleId="ListTable3-Accent3">
    <w:name w:val="List Table 3 Accent 3"/>
    <w:basedOn w:val="TableNormal"/>
    <w:uiPriority w:val="48"/>
    <w:rsid w:val="00516F14"/>
    <w:tblPr>
      <w:tblStyleRowBandSize w:val="1"/>
      <w:tblStyleColBandSize w:val="1"/>
      <w:tblBorders>
        <w:top w:val="single" w:sz="4" w:space="0" w:color="F0AF00" w:themeColor="accent3"/>
        <w:left w:val="single" w:sz="4" w:space="0" w:color="F0AF00" w:themeColor="accent3"/>
        <w:bottom w:val="single" w:sz="4" w:space="0" w:color="F0AF00" w:themeColor="accent3"/>
        <w:right w:val="single" w:sz="4" w:space="0" w:color="F0AF00" w:themeColor="accent3"/>
      </w:tblBorders>
    </w:tblPr>
    <w:tblStylePr w:type="firstRow">
      <w:rPr>
        <w:b/>
        <w:bCs/>
        <w:color w:val="FFFFFF" w:themeColor="background1"/>
      </w:rPr>
      <w:tblPr/>
      <w:tcPr>
        <w:shd w:val="clear" w:color="auto" w:fill="F0AF00" w:themeFill="accent3"/>
      </w:tcPr>
    </w:tblStylePr>
    <w:tblStylePr w:type="lastRow">
      <w:rPr>
        <w:b/>
        <w:bCs/>
      </w:rPr>
      <w:tblPr/>
      <w:tcPr>
        <w:tcBorders>
          <w:top w:val="double" w:sz="4" w:space="0" w:color="F0AF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AF00" w:themeColor="accent3"/>
          <w:right w:val="single" w:sz="4" w:space="0" w:color="F0AF00" w:themeColor="accent3"/>
        </w:tcBorders>
      </w:tcPr>
    </w:tblStylePr>
    <w:tblStylePr w:type="band1Horz">
      <w:tblPr/>
      <w:tcPr>
        <w:tcBorders>
          <w:top w:val="single" w:sz="4" w:space="0" w:color="F0AF00" w:themeColor="accent3"/>
          <w:bottom w:val="single" w:sz="4" w:space="0" w:color="F0AF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AF00" w:themeColor="accent3"/>
          <w:left w:val="nil"/>
        </w:tcBorders>
      </w:tcPr>
    </w:tblStylePr>
    <w:tblStylePr w:type="swCell">
      <w:tblPr/>
      <w:tcPr>
        <w:tcBorders>
          <w:top w:val="double" w:sz="4" w:space="0" w:color="F0AF00" w:themeColor="accent3"/>
          <w:right w:val="nil"/>
        </w:tcBorders>
      </w:tcPr>
    </w:tblStylePr>
  </w:style>
  <w:style w:type="table" w:styleId="ListTable4-Accent6">
    <w:name w:val="List Table 4 Accent 6"/>
    <w:basedOn w:val="TableNormal"/>
    <w:uiPriority w:val="49"/>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tblBorders>
    </w:tblPr>
    <w:tblStylePr w:type="firstRow">
      <w:rPr>
        <w:b/>
        <w:bCs/>
        <w:color w:val="FFFFFF" w:themeColor="background1"/>
      </w:rPr>
      <w:tblPr/>
      <w:tcPr>
        <w:tcBorders>
          <w:top w:val="single" w:sz="4" w:space="0" w:color="B19540" w:themeColor="accent6"/>
          <w:left w:val="single" w:sz="4" w:space="0" w:color="B19540" w:themeColor="accent6"/>
          <w:bottom w:val="single" w:sz="4" w:space="0" w:color="B19540" w:themeColor="accent6"/>
          <w:right w:val="single" w:sz="4" w:space="0" w:color="B19540" w:themeColor="accent6"/>
          <w:insideH w:val="nil"/>
        </w:tcBorders>
        <w:shd w:val="clear" w:color="auto" w:fill="B19540" w:themeFill="accent6"/>
      </w:tcPr>
    </w:tblStylePr>
    <w:tblStylePr w:type="lastRow">
      <w:rPr>
        <w:b/>
        <w:bCs/>
      </w:rPr>
      <w:tblPr/>
      <w:tcPr>
        <w:tcBorders>
          <w:top w:val="double" w:sz="4" w:space="0" w:color="D4C188" w:themeColor="accent6" w:themeTint="99"/>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6Colorful-Accent3">
    <w:name w:val="List Table 6 Colorful Accent 3"/>
    <w:basedOn w:val="TableNormal"/>
    <w:uiPriority w:val="51"/>
    <w:rsid w:val="00516F14"/>
    <w:rPr>
      <w:color w:val="B38200" w:themeColor="accent3" w:themeShade="BF"/>
    </w:rPr>
    <w:tblPr>
      <w:tblStyleRowBandSize w:val="1"/>
      <w:tblStyleColBandSize w:val="1"/>
      <w:tblBorders>
        <w:top w:val="single" w:sz="4" w:space="0" w:color="F0AF00" w:themeColor="accent3"/>
        <w:bottom w:val="single" w:sz="4" w:space="0" w:color="F0AF00" w:themeColor="accent3"/>
      </w:tblBorders>
    </w:tblPr>
    <w:tblStylePr w:type="firstRow">
      <w:rPr>
        <w:b/>
        <w:bCs/>
      </w:rPr>
      <w:tblPr/>
      <w:tcPr>
        <w:tcBorders>
          <w:bottom w:val="single" w:sz="4" w:space="0" w:color="F0AF00" w:themeColor="accent3"/>
        </w:tcBorders>
      </w:tcPr>
    </w:tblStylePr>
    <w:tblStylePr w:type="lastRow">
      <w:rPr>
        <w:b/>
        <w:bCs/>
      </w:rPr>
      <w:tblPr/>
      <w:tcPr>
        <w:tcBorders>
          <w:top w:val="double" w:sz="4" w:space="0" w:color="F0AF00" w:themeColor="accent3"/>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ListTable6Colorful-Accent6">
    <w:name w:val="List Table 6 Colorful Accent 6"/>
    <w:basedOn w:val="TableNormal"/>
    <w:uiPriority w:val="51"/>
    <w:rsid w:val="00516F14"/>
    <w:rPr>
      <w:color w:val="846F30" w:themeColor="accent6" w:themeShade="BF"/>
    </w:rPr>
    <w:tblPr>
      <w:tblStyleRowBandSize w:val="1"/>
      <w:tblStyleColBandSize w:val="1"/>
      <w:tblBorders>
        <w:top w:val="single" w:sz="4" w:space="0" w:color="B19540" w:themeColor="accent6"/>
        <w:bottom w:val="single" w:sz="4" w:space="0" w:color="B19540" w:themeColor="accent6"/>
      </w:tblBorders>
    </w:tblPr>
    <w:tblStylePr w:type="firstRow">
      <w:rPr>
        <w:b/>
        <w:bCs/>
      </w:rPr>
      <w:tblPr/>
      <w:tcPr>
        <w:tcBorders>
          <w:bottom w:val="single" w:sz="4" w:space="0" w:color="B19540" w:themeColor="accent6"/>
        </w:tcBorders>
      </w:tcPr>
    </w:tblStylePr>
    <w:tblStylePr w:type="lastRow">
      <w:rPr>
        <w:b/>
        <w:bCs/>
      </w:rPr>
      <w:tblPr/>
      <w:tcPr>
        <w:tcBorders>
          <w:top w:val="double" w:sz="4" w:space="0" w:color="B19540" w:themeColor="accent6"/>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7Colorful-Accent6">
    <w:name w:val="List Table 7 Colorful Accent 6"/>
    <w:basedOn w:val="TableNormal"/>
    <w:uiPriority w:val="52"/>
    <w:rsid w:val="00516F14"/>
    <w:rPr>
      <w:color w:val="846F3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954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954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954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9540" w:themeColor="accent6"/>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3">
    <w:name w:val="List Table 4 Accent 3"/>
    <w:basedOn w:val="TableNormal"/>
    <w:uiPriority w:val="49"/>
    <w:rsid w:val="00516F14"/>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tblBorders>
    </w:tblPr>
    <w:tblStylePr w:type="firstRow">
      <w:rPr>
        <w:b/>
        <w:bCs/>
        <w:color w:val="FFFFFF" w:themeColor="background1"/>
      </w:rPr>
      <w:tblPr/>
      <w:tcPr>
        <w:tcBorders>
          <w:top w:val="single" w:sz="4" w:space="0" w:color="F0AF00" w:themeColor="accent3"/>
          <w:left w:val="single" w:sz="4" w:space="0" w:color="F0AF00" w:themeColor="accent3"/>
          <w:bottom w:val="single" w:sz="4" w:space="0" w:color="F0AF00" w:themeColor="accent3"/>
          <w:right w:val="single" w:sz="4" w:space="0" w:color="F0AF00" w:themeColor="accent3"/>
          <w:insideH w:val="nil"/>
        </w:tcBorders>
        <w:shd w:val="clear" w:color="auto" w:fill="F0AF00" w:themeFill="accent3"/>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3">
    <w:name w:val="Grid Table 6 Colorful Accent 3"/>
    <w:basedOn w:val="TableNormal"/>
    <w:uiPriority w:val="51"/>
    <w:rsid w:val="00516F14"/>
    <w:rPr>
      <w:color w:val="B38200" w:themeColor="accent3" w:themeShade="BF"/>
    </w:rPr>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insideV w:val="single" w:sz="4" w:space="0" w:color="FFD25D" w:themeColor="accent3" w:themeTint="99"/>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2">
    <w:name w:val="Grid Table 6 Colorful Accent 2"/>
    <w:basedOn w:val="TableNormal"/>
    <w:uiPriority w:val="51"/>
    <w:rsid w:val="00516F14"/>
    <w:rPr>
      <w:color w:val="708D1C" w:themeColor="accent2" w:themeShade="BF"/>
    </w:rPr>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4" w:space="0" w:color="C5E271" w:themeColor="accent2" w:themeTint="99"/>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2">
    <w:name w:val="Grid Table 4 Accent 2"/>
    <w:basedOn w:val="TableNormal"/>
    <w:uiPriority w:val="49"/>
    <w:rsid w:val="00516F14"/>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color w:val="FFFFFF" w:themeColor="background1"/>
      </w:rPr>
      <w:tblPr/>
      <w:tcPr>
        <w:tcBorders>
          <w:top w:val="single" w:sz="4" w:space="0" w:color="97BD26" w:themeColor="accent2"/>
          <w:left w:val="single" w:sz="4" w:space="0" w:color="97BD26" w:themeColor="accent2"/>
          <w:bottom w:val="single" w:sz="4" w:space="0" w:color="97BD26" w:themeColor="accent2"/>
          <w:right w:val="single" w:sz="4" w:space="0" w:color="97BD26" w:themeColor="accent2"/>
          <w:insideH w:val="nil"/>
          <w:insideV w:val="nil"/>
        </w:tcBorders>
        <w:shd w:val="clear" w:color="auto" w:fill="97BD26" w:themeFill="accent2"/>
      </w:tcPr>
    </w:tblStylePr>
    <w:tblStylePr w:type="lastRow">
      <w:rPr>
        <w:b/>
        <w:bCs/>
      </w:rPr>
      <w:tblPr/>
      <w:tcPr>
        <w:tcBorders>
          <w:top w:val="double" w:sz="4" w:space="0" w:color="97BD26" w:themeColor="accent2"/>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1">
    <w:name w:val="Grid Table 4 Accent 1"/>
    <w:basedOn w:val="TableNormal"/>
    <w:uiPriority w:val="49"/>
    <w:rsid w:val="009411A3"/>
    <w:rPr>
      <w:rFonts w:ascii="Arial" w:hAnsi="Arial"/>
      <w:sz w:val="18"/>
    </w:rPr>
    <w:tblPr>
      <w:tblStyleRowBandSize w:val="1"/>
      <w:tblStyleColBandSize w:val="1"/>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4" w:space="0" w:color="0055A2" w:themeColor="accent4"/>
        <w:insideV w:val="single" w:sz="4" w:space="0" w:color="0055A2" w:themeColor="accent4"/>
      </w:tblBorders>
    </w:tblPr>
    <w:tblStylePr w:type="firstRow">
      <w:rPr>
        <w:b/>
        <w:bCs/>
        <w:color w:val="FFFFFF" w:themeColor="background1"/>
      </w:rPr>
      <w:tblPr/>
      <w:tcPr>
        <w:tcBorders>
          <w:top w:val="single" w:sz="4" w:space="0" w:color="007CC0" w:themeColor="accent1"/>
          <w:left w:val="single" w:sz="4" w:space="0" w:color="007CC0" w:themeColor="accent1"/>
          <w:bottom w:val="single" w:sz="4" w:space="0" w:color="007CC0" w:themeColor="accent1"/>
          <w:right w:val="single" w:sz="4" w:space="0" w:color="007CC0" w:themeColor="accent1"/>
          <w:insideH w:val="nil"/>
          <w:insideV w:val="nil"/>
        </w:tcBorders>
        <w:shd w:val="clear" w:color="auto" w:fill="007CC0" w:themeFill="accent1"/>
      </w:tcPr>
    </w:tblStylePr>
    <w:tblStylePr w:type="lastRow">
      <w:rPr>
        <w:b/>
        <w:bCs/>
      </w:rPr>
      <w:tblPr/>
      <w:tcPr>
        <w:tcBorders>
          <w:top w:val="double" w:sz="4" w:space="0" w:color="007CC0" w:themeColor="accent1"/>
        </w:tcBorders>
      </w:tcPr>
    </w:tblStylePr>
    <w:tblStylePr w:type="firstCol">
      <w:rPr>
        <w:b/>
        <w:bCs/>
      </w:rPr>
    </w:tblStylePr>
    <w:tblStylePr w:type="lastCol">
      <w:rPr>
        <w:b/>
        <w:bCs/>
      </w:rPr>
    </w:tblStylePr>
    <w:tblStylePr w:type="band1Vert">
      <w:tblPr/>
      <w:tcPr>
        <w:shd w:val="clear" w:color="auto" w:fill="BFE8FF" w:themeFill="accent1" w:themeFillTint="33"/>
      </w:tcPr>
    </w:tblStylePr>
    <w:tblStylePr w:type="band1Horz">
      <w:tblPr/>
      <w:tcPr>
        <w:shd w:val="clear" w:color="auto" w:fill="BFE8FF" w:themeFill="accent1" w:themeFillTint="33"/>
      </w:tcPr>
    </w:tblStylePr>
  </w:style>
  <w:style w:type="table" w:styleId="GridTable4-Accent4">
    <w:name w:val="Grid Table 4 Accent 4"/>
    <w:basedOn w:val="TableNormal"/>
    <w:uiPriority w:val="49"/>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color w:val="FFFFFF" w:themeColor="background1"/>
      </w:rPr>
      <w:tblPr/>
      <w:tcPr>
        <w:tcBorders>
          <w:top w:val="single" w:sz="4" w:space="0" w:color="0055A2" w:themeColor="accent4"/>
          <w:left w:val="single" w:sz="4" w:space="0" w:color="0055A2" w:themeColor="accent4"/>
          <w:bottom w:val="single" w:sz="4" w:space="0" w:color="0055A2" w:themeColor="accent4"/>
          <w:right w:val="single" w:sz="4" w:space="0" w:color="0055A2" w:themeColor="accent4"/>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B9DDFF" w:themeFill="accent4" w:themeFillTint="33"/>
      </w:tcPr>
    </w:tblStylePr>
  </w:style>
  <w:style w:type="paragraph" w:customStyle="1" w:styleId="H1sub">
    <w:name w:val="H1 sub"/>
    <w:basedOn w:val="Heading1"/>
    <w:autoRedefine/>
    <w:qFormat/>
    <w:rsid w:val="000765DE"/>
    <w:pPr>
      <w:spacing w:after="100" w:line="276" w:lineRule="auto"/>
    </w:pPr>
    <w:rPr>
      <w:b w:val="0"/>
      <w:bCs/>
      <w:i/>
      <w:iCs/>
      <w:color w:val="767171" w:themeColor="background2" w:themeShade="80"/>
      <w:sz w:val="30"/>
      <w:szCs w:val="30"/>
    </w:rPr>
  </w:style>
  <w:style w:type="paragraph" w:styleId="ListBullet">
    <w:name w:val="List Bullet"/>
    <w:basedOn w:val="Normal"/>
    <w:uiPriority w:val="99"/>
    <w:semiHidden/>
    <w:unhideWhenUsed/>
    <w:rsid w:val="00C80994"/>
    <w:pPr>
      <w:spacing w:after="80" w:line="345" w:lineRule="auto"/>
      <w:ind w:left="360" w:hanging="360"/>
    </w:pPr>
    <w:rPr>
      <w:rFonts w:ascii="Arial" w:eastAsia="Times New Roman" w:hAnsi="Arial" w:cs="Arial"/>
      <w:color w:val="000000"/>
      <w:kern w:val="28"/>
      <w:szCs w:val="21"/>
      <w14:ligatures w14:val="standard"/>
      <w14:cntxtAlts/>
    </w:rPr>
  </w:style>
  <w:style w:type="paragraph" w:customStyle="1" w:styleId="Callout">
    <w:name w:val="Callout"/>
    <w:basedOn w:val="Figurecaption"/>
    <w:qFormat/>
    <w:rsid w:val="00F60DA9"/>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pacing w:before="280" w:after="340" w:line="312" w:lineRule="auto"/>
      <w:ind w:left="144" w:right="144"/>
    </w:pPr>
    <w:rPr>
      <w:color w:val="000000" w:themeColor="text1"/>
      <w:sz w:val="22"/>
      <w:szCs w:val="22"/>
    </w:rPr>
  </w:style>
  <w:style w:type="paragraph" w:styleId="BalloonText">
    <w:name w:val="Balloon Text"/>
    <w:basedOn w:val="Normal"/>
    <w:link w:val="BalloonTextChar"/>
    <w:uiPriority w:val="99"/>
    <w:semiHidden/>
    <w:unhideWhenUsed/>
    <w:rsid w:val="008622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1A"/>
    <w:rPr>
      <w:rFonts w:ascii="Segoe UI" w:hAnsi="Segoe UI" w:cs="Segoe UI"/>
      <w:sz w:val="18"/>
      <w:szCs w:val="18"/>
    </w:rPr>
  </w:style>
  <w:style w:type="character" w:styleId="IntenseReference">
    <w:name w:val="Intense Reference"/>
    <w:basedOn w:val="DefaultParagraphFont"/>
    <w:uiPriority w:val="32"/>
    <w:rsid w:val="00E16531"/>
    <w:rPr>
      <w:b/>
      <w:bCs/>
      <w:caps/>
      <w:smallCaps w:val="0"/>
      <w:color w:val="000000" w:themeColor="text1"/>
      <w:spacing w:val="5"/>
    </w:rPr>
  </w:style>
  <w:style w:type="character" w:styleId="SubtleReference">
    <w:name w:val="Subtle Reference"/>
    <w:basedOn w:val="DefaultParagraphFont"/>
    <w:uiPriority w:val="31"/>
    <w:qFormat/>
    <w:rsid w:val="00AB6D1B"/>
    <w:rPr>
      <w:rFonts w:ascii="Arial" w:hAnsi="Arial"/>
      <w:smallCaps/>
      <w:color w:val="5A5A5A" w:themeColor="text1" w:themeTint="A5"/>
    </w:rPr>
  </w:style>
  <w:style w:type="character" w:customStyle="1" w:styleId="Heading4Char">
    <w:name w:val="Heading 4 Char"/>
    <w:basedOn w:val="DefaultParagraphFont"/>
    <w:link w:val="Heading4"/>
    <w:uiPriority w:val="9"/>
    <w:rsid w:val="00BA585B"/>
    <w:rPr>
      <w:rFonts w:ascii="Arial" w:eastAsiaTheme="majorEastAsia" w:hAnsi="Arial" w:cstheme="majorBidi"/>
      <w:i/>
      <w:iCs/>
      <w:color w:val="767171" w:themeColor="background2" w:themeShade="80"/>
      <w:sz w:val="21"/>
    </w:rPr>
  </w:style>
  <w:style w:type="paragraph" w:customStyle="1" w:styleId="Headerleft">
    <w:name w:val="Header left"/>
    <w:basedOn w:val="Header"/>
    <w:qFormat/>
    <w:rsid w:val="00CF7608"/>
    <w:pPr>
      <w:jc w:val="left"/>
    </w:pPr>
  </w:style>
  <w:style w:type="character" w:customStyle="1" w:styleId="Heading5Char">
    <w:name w:val="Heading 5 Char"/>
    <w:basedOn w:val="DefaultParagraphFont"/>
    <w:link w:val="Heading5"/>
    <w:uiPriority w:val="9"/>
    <w:rsid w:val="00BA585B"/>
    <w:rPr>
      <w:rFonts w:ascii="Arial" w:eastAsiaTheme="majorEastAsia" w:hAnsi="Arial" w:cstheme="majorBidi"/>
      <w:b/>
      <w:color w:val="000000" w:themeColor="text1"/>
      <w:sz w:val="17"/>
    </w:rPr>
  </w:style>
  <w:style w:type="paragraph" w:customStyle="1" w:styleId="Boxtext">
    <w:name w:val="Box text"/>
    <w:basedOn w:val="Normal"/>
    <w:qFormat/>
    <w:rsid w:val="00E16531"/>
    <w:pPr>
      <w:spacing w:after="120" w:line="288" w:lineRule="auto"/>
      <w:ind w:right="86"/>
    </w:pPr>
    <w:rPr>
      <w:rFonts w:ascii="Arial" w:hAnsi="Arial" w:cs="Arial"/>
      <w:noProof/>
      <w:color w:val="222222"/>
      <w:szCs w:val="20"/>
      <w:shd w:val="clear" w:color="auto" w:fill="FFFFFF"/>
    </w:rPr>
  </w:style>
  <w:style w:type="character" w:customStyle="1" w:styleId="Heading6Char">
    <w:name w:val="Heading 6 Char"/>
    <w:basedOn w:val="DefaultParagraphFont"/>
    <w:link w:val="Heading6"/>
    <w:uiPriority w:val="9"/>
    <w:semiHidden/>
    <w:rsid w:val="00AB6D1B"/>
    <w:rPr>
      <w:rFonts w:ascii="Arial" w:eastAsiaTheme="majorEastAsia" w:hAnsi="Arial" w:cstheme="majorBidi"/>
      <w:b/>
      <w:color w:val="005C8F" w:themeColor="accent1" w:themeShade="BF"/>
      <w:sz w:val="17"/>
    </w:rPr>
  </w:style>
  <w:style w:type="table" w:customStyle="1" w:styleId="MasterGardeners1">
    <w:name w:val="Master Gardeners 1"/>
    <w:basedOn w:val="MasterGardener2"/>
    <w:uiPriority w:val="99"/>
    <w:rsid w:val="00D01315"/>
    <w:rPr>
      <w:color w:val="000000" w:themeColor="text1"/>
      <w:sz w:val="20"/>
      <w:szCs w:val="20"/>
    </w:rPr>
    <w:tblPr>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6" w:space="0" w:color="0055A2" w:themeColor="accent4"/>
        <w:insideV w:val="single" w:sz="6" w:space="0" w:color="0055A2" w:themeColor="accent4"/>
      </w:tblBorders>
    </w:tblPr>
    <w:tblStylePr w:type="firstRow">
      <w:rPr>
        <w:rFonts w:ascii="Arial" w:hAnsi="Arial"/>
        <w:b/>
        <w:color w:val="FFFFFF" w:themeColor="background1"/>
        <w:sz w:val="18"/>
      </w:rPr>
      <w:tblPr/>
      <w:tcPr>
        <w:tcBorders>
          <w:top w:val="single" w:sz="4" w:space="0" w:color="007CC0" w:themeColor="accent1"/>
          <w:left w:val="single" w:sz="4" w:space="0" w:color="007CC0" w:themeColor="accent1"/>
          <w:bottom w:val="nil"/>
          <w:right w:val="single" w:sz="4" w:space="0" w:color="007CC0" w:themeColor="accent1"/>
          <w:insideH w:val="single" w:sz="4" w:space="0" w:color="FFFFFF" w:themeColor="background1"/>
          <w:insideV w:val="single" w:sz="4" w:space="0" w:color="FFFFFF" w:themeColor="background1"/>
        </w:tcBorders>
        <w:shd w:val="clear" w:color="auto" w:fill="007CC0" w:themeFill="accent1"/>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shd w:val="clear" w:color="auto" w:fill="FFFFFF" w:themeFill="background1"/>
      </w:tcPr>
    </w:tblStylePr>
    <w:tblStylePr w:type="band2Horz">
      <w:tblPr/>
      <w:tcPr>
        <w:tcBorders>
          <w:top w:val="single" w:sz="4" w:space="0" w:color="D09A00"/>
          <w:left w:val="single" w:sz="4" w:space="0" w:color="D09A00"/>
          <w:bottom w:val="single" w:sz="4" w:space="0" w:color="D09A00"/>
          <w:right w:val="single" w:sz="4" w:space="0" w:color="D09A00"/>
          <w:insideH w:val="single" w:sz="4" w:space="0" w:color="D09A00"/>
          <w:insideV w:val="single" w:sz="4" w:space="0" w:color="D09A00"/>
          <w:tl2br w:val="nil"/>
          <w:tr2bl w:val="nil"/>
        </w:tcBorders>
        <w:shd w:val="clear" w:color="auto" w:fill="FFF5DD"/>
      </w:tcPr>
    </w:tblStylePr>
  </w:style>
  <w:style w:type="table" w:customStyle="1" w:styleId="MasterGardener2">
    <w:name w:val="Master Gardener 2"/>
    <w:basedOn w:val="TableNormal"/>
    <w:uiPriority w:val="99"/>
    <w:rsid w:val="00D01315"/>
    <w:rPr>
      <w:rFonts w:ascii="Arial" w:hAnsi="Arial"/>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tblBorders>
      <w:tblCellMar>
        <w:left w:w="115" w:type="dxa"/>
        <w:right w:w="115" w:type="dxa"/>
      </w:tblCellMar>
    </w:tblPr>
    <w:tcPr>
      <w:tcMar>
        <w:top w:w="29" w:type="dxa"/>
        <w:bottom w:w="29" w:type="dxa"/>
      </w:tcMar>
      <w:vAlign w:val="center"/>
    </w:tcPr>
    <w:tblStylePr w:type="firstRow">
      <w:rPr>
        <w:rFonts w:ascii="Arial" w:hAnsi="Arial"/>
        <w:b/>
        <w:color w:val="FFFFFF" w:themeColor="background1"/>
        <w:sz w:val="18"/>
      </w:rPr>
      <w:tblPr/>
      <w:tcPr>
        <w:tcBorders>
          <w:top w:val="single" w:sz="4" w:space="0" w:color="FFFFFF" w:themeColor="background1"/>
          <w:left w:val="single" w:sz="4" w:space="0" w:color="DAA100"/>
          <w:bottom w:val="single" w:sz="4" w:space="0" w:color="FFFFFF" w:themeColor="background1"/>
          <w:right w:val="single" w:sz="4" w:space="0" w:color="DAA100"/>
          <w:insideH w:val="single" w:sz="4" w:space="0" w:color="FFFFFF" w:themeColor="background1"/>
          <w:insideV w:val="single" w:sz="4" w:space="0" w:color="FFFFFF" w:themeColor="background1"/>
        </w:tcBorders>
        <w:shd w:val="clear" w:color="auto" w:fill="DAA100"/>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FFF" w:themeFill="background1"/>
      </w:tcPr>
    </w:tblStylePr>
    <w:tblStylePr w:type="band2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5DD"/>
      </w:tcPr>
    </w:tblStylePr>
  </w:style>
  <w:style w:type="table" w:customStyle="1" w:styleId="Style1">
    <w:name w:val="Style1"/>
    <w:basedOn w:val="TableNormal"/>
    <w:uiPriority w:val="99"/>
    <w:rsid w:val="00DA0C10"/>
    <w:tblPr/>
  </w:style>
  <w:style w:type="table" w:customStyle="1" w:styleId="Mastergardeneryellow">
    <w:name w:val="Master gardener yellow"/>
    <w:basedOn w:val="TableNormal"/>
    <w:uiPriority w:val="99"/>
    <w:rsid w:val="006C6FEE"/>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20969">
      <w:bodyDiv w:val="1"/>
      <w:marLeft w:val="0"/>
      <w:marRight w:val="0"/>
      <w:marTop w:val="0"/>
      <w:marBottom w:val="0"/>
      <w:divBdr>
        <w:top w:val="none" w:sz="0" w:space="0" w:color="auto"/>
        <w:left w:val="none" w:sz="0" w:space="0" w:color="auto"/>
        <w:bottom w:val="none" w:sz="0" w:space="0" w:color="auto"/>
        <w:right w:val="none" w:sz="0" w:space="0" w:color="auto"/>
      </w:divBdr>
    </w:div>
    <w:div w:id="294606688">
      <w:bodyDiv w:val="1"/>
      <w:marLeft w:val="0"/>
      <w:marRight w:val="0"/>
      <w:marTop w:val="0"/>
      <w:marBottom w:val="0"/>
      <w:divBdr>
        <w:top w:val="none" w:sz="0" w:space="0" w:color="auto"/>
        <w:left w:val="none" w:sz="0" w:space="0" w:color="auto"/>
        <w:bottom w:val="none" w:sz="0" w:space="0" w:color="auto"/>
        <w:right w:val="none" w:sz="0" w:space="0" w:color="auto"/>
      </w:divBdr>
    </w:div>
    <w:div w:id="356202311">
      <w:bodyDiv w:val="1"/>
      <w:marLeft w:val="0"/>
      <w:marRight w:val="0"/>
      <w:marTop w:val="0"/>
      <w:marBottom w:val="0"/>
      <w:divBdr>
        <w:top w:val="none" w:sz="0" w:space="0" w:color="auto"/>
        <w:left w:val="none" w:sz="0" w:space="0" w:color="auto"/>
        <w:bottom w:val="none" w:sz="0" w:space="0" w:color="auto"/>
        <w:right w:val="none" w:sz="0" w:space="0" w:color="auto"/>
      </w:divBdr>
    </w:div>
    <w:div w:id="420953445">
      <w:bodyDiv w:val="1"/>
      <w:marLeft w:val="0"/>
      <w:marRight w:val="0"/>
      <w:marTop w:val="0"/>
      <w:marBottom w:val="0"/>
      <w:divBdr>
        <w:top w:val="none" w:sz="0" w:space="0" w:color="auto"/>
        <w:left w:val="none" w:sz="0" w:space="0" w:color="auto"/>
        <w:bottom w:val="none" w:sz="0" w:space="0" w:color="auto"/>
        <w:right w:val="none" w:sz="0" w:space="0" w:color="auto"/>
      </w:divBdr>
    </w:div>
    <w:div w:id="719670478">
      <w:bodyDiv w:val="1"/>
      <w:marLeft w:val="0"/>
      <w:marRight w:val="0"/>
      <w:marTop w:val="0"/>
      <w:marBottom w:val="0"/>
      <w:divBdr>
        <w:top w:val="none" w:sz="0" w:space="0" w:color="auto"/>
        <w:left w:val="none" w:sz="0" w:space="0" w:color="auto"/>
        <w:bottom w:val="none" w:sz="0" w:space="0" w:color="auto"/>
        <w:right w:val="none" w:sz="0" w:space="0" w:color="auto"/>
      </w:divBdr>
    </w:div>
    <w:div w:id="869607698">
      <w:bodyDiv w:val="1"/>
      <w:marLeft w:val="0"/>
      <w:marRight w:val="0"/>
      <w:marTop w:val="0"/>
      <w:marBottom w:val="0"/>
      <w:divBdr>
        <w:top w:val="none" w:sz="0" w:space="0" w:color="auto"/>
        <w:left w:val="none" w:sz="0" w:space="0" w:color="auto"/>
        <w:bottom w:val="none" w:sz="0" w:space="0" w:color="auto"/>
        <w:right w:val="none" w:sz="0" w:space="0" w:color="auto"/>
      </w:divBdr>
    </w:div>
    <w:div w:id="891117289">
      <w:bodyDiv w:val="1"/>
      <w:marLeft w:val="0"/>
      <w:marRight w:val="0"/>
      <w:marTop w:val="0"/>
      <w:marBottom w:val="0"/>
      <w:divBdr>
        <w:top w:val="none" w:sz="0" w:space="0" w:color="auto"/>
        <w:left w:val="none" w:sz="0" w:space="0" w:color="auto"/>
        <w:bottom w:val="none" w:sz="0" w:space="0" w:color="auto"/>
        <w:right w:val="none" w:sz="0" w:space="0" w:color="auto"/>
      </w:divBdr>
    </w:div>
    <w:div w:id="1010714262">
      <w:bodyDiv w:val="1"/>
      <w:marLeft w:val="0"/>
      <w:marRight w:val="0"/>
      <w:marTop w:val="0"/>
      <w:marBottom w:val="0"/>
      <w:divBdr>
        <w:top w:val="none" w:sz="0" w:space="0" w:color="auto"/>
        <w:left w:val="none" w:sz="0" w:space="0" w:color="auto"/>
        <w:bottom w:val="none" w:sz="0" w:space="0" w:color="auto"/>
        <w:right w:val="none" w:sz="0" w:space="0" w:color="auto"/>
      </w:divBdr>
    </w:div>
    <w:div w:id="1055424416">
      <w:bodyDiv w:val="1"/>
      <w:marLeft w:val="0"/>
      <w:marRight w:val="0"/>
      <w:marTop w:val="0"/>
      <w:marBottom w:val="0"/>
      <w:divBdr>
        <w:top w:val="none" w:sz="0" w:space="0" w:color="auto"/>
        <w:left w:val="none" w:sz="0" w:space="0" w:color="auto"/>
        <w:bottom w:val="none" w:sz="0" w:space="0" w:color="auto"/>
        <w:right w:val="none" w:sz="0" w:space="0" w:color="auto"/>
      </w:divBdr>
    </w:div>
    <w:div w:id="199821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mailto:jsafox@ucanr.ed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ucanr.edu/sites/anrstaff/files/215246.pdf"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ucanr.edu/sites/anrstaff/Diversity/Affirmative_Ac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ucanr.edu/sites/anrstaff/Diversity/Affirmative_Action/" TargetMode="Externa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ndi/Documents/Projects/Master%20Gardener%20Template%20designs/Templates%207-30/Word/MG%20Fact%20sheet%20template%20san%20serif%20template.dotx" TargetMode="External"/></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048B7A-0147-654A-850C-DCBCCE56D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MG Fact sheet template san serif template.dotx</Template>
  <TotalTime>30</TotalTime>
  <Pages>4</Pages>
  <Words>1468</Words>
  <Characters>8368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Sandra J Osterman</cp:lastModifiedBy>
  <cp:revision>5</cp:revision>
  <cp:lastPrinted>2019-08-08T18:45:00Z</cp:lastPrinted>
  <dcterms:created xsi:type="dcterms:W3CDTF">2019-08-08T17:52:00Z</dcterms:created>
  <dcterms:modified xsi:type="dcterms:W3CDTF">2020-01-27T23:13:00Z</dcterms:modified>
</cp:coreProperties>
</file>